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479" w:rsidRDefault="00D116B6" w:rsidP="007F3C7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drawing>
          <wp:inline distT="0" distB="0" distL="0" distR="0">
            <wp:extent cx="6659880" cy="9411065"/>
            <wp:effectExtent l="0" t="0" r="0" b="0"/>
            <wp:docPr id="1" name="Рисунок 1" descr="C:\Users\Пк\Desktop\ЛОСЕВА\математи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к\Desktop\ЛОСЕВА\математика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9880" cy="941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F3C79" w:rsidRPr="007F3C79" w:rsidRDefault="007F3C79" w:rsidP="007F3C7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7F3C79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lastRenderedPageBreak/>
        <w:t xml:space="preserve">Рабочая программа индивидуального обучения </w:t>
      </w:r>
    </w:p>
    <w:p w:rsidR="007F3C79" w:rsidRPr="007F3C79" w:rsidRDefault="007F3C79" w:rsidP="007F3C79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7F3C79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 xml:space="preserve">по предмету </w:t>
      </w:r>
      <w:r w:rsidRPr="007F3C79">
        <w:rPr>
          <w:rFonts w:ascii="Times New Roman" w:eastAsia="Calibri" w:hAnsi="Times New Roman" w:cs="Times New Roman"/>
          <w:b/>
          <w:sz w:val="24"/>
          <w:szCs w:val="24"/>
          <w:lang w:val="ru-RU"/>
        </w:rPr>
        <w:t>«Математика»</w:t>
      </w:r>
    </w:p>
    <w:p w:rsidR="007F3C79" w:rsidRPr="007F3C79" w:rsidRDefault="007F3C79" w:rsidP="007F3C7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7F3C79" w:rsidRPr="007F3C79" w:rsidRDefault="007F3C79" w:rsidP="007F3C79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7F3C79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Пояснительная записка</w:t>
      </w:r>
    </w:p>
    <w:p w:rsidR="007F3C79" w:rsidRPr="007F3C79" w:rsidRDefault="007F3C79" w:rsidP="007F3C7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gramStart"/>
      <w:r w:rsidRPr="007F3C79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Примерная адаптированная рабочая программа  по предмету  </w:t>
      </w:r>
      <w:r w:rsidRPr="007F3C79">
        <w:rPr>
          <w:rFonts w:ascii="Times New Roman" w:eastAsia="Calibri" w:hAnsi="Times New Roman" w:cs="Times New Roman"/>
          <w:b/>
          <w:sz w:val="24"/>
          <w:szCs w:val="24"/>
          <w:lang w:val="ru-RU"/>
        </w:rPr>
        <w:t>«</w:t>
      </w:r>
      <w:r w:rsidRPr="007F3C79">
        <w:rPr>
          <w:rFonts w:ascii="Times New Roman" w:hAnsi="Times New Roman" w:cs="Times New Roman"/>
          <w:b/>
          <w:sz w:val="24"/>
          <w:szCs w:val="24"/>
          <w:lang w:val="ru-RU"/>
        </w:rPr>
        <w:t>Математика</w:t>
      </w:r>
      <w:r w:rsidRPr="007F3C79">
        <w:rPr>
          <w:rFonts w:ascii="Times New Roman" w:eastAsia="Calibri" w:hAnsi="Times New Roman" w:cs="Times New Roman"/>
          <w:b/>
          <w:sz w:val="24"/>
          <w:szCs w:val="24"/>
          <w:lang w:val="ru-RU"/>
        </w:rPr>
        <w:t>»</w:t>
      </w:r>
      <w:r w:rsidRPr="007F3C79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составлена  в соответствии с требованиями Федерального государственного образовательного стандарта начального общего образования  на основе «Примерной адаптированной основной общеобразовательной программы образования обучающихся с умственной отсталостью                   (интеллектуальными нарушениями)»    </w:t>
      </w:r>
      <w:proofErr w:type="gramEnd"/>
    </w:p>
    <w:p w:rsidR="007F3C79" w:rsidRPr="007F3C79" w:rsidRDefault="007F3C79" w:rsidP="007F3C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F305D2" w:rsidRPr="007F3C79" w:rsidRDefault="00F305D2" w:rsidP="007F3C7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F3C79">
        <w:rPr>
          <w:rFonts w:ascii="Times New Roman" w:hAnsi="Times New Roman" w:cs="Times New Roman"/>
          <w:sz w:val="24"/>
          <w:szCs w:val="24"/>
          <w:lang w:val="ru-RU"/>
        </w:rPr>
        <w:t xml:space="preserve">            Учебный предмет «Математика» входит в предметную область  «Математика». В программе дана последовательность тем и содержание работ, сформулированы требования к знаниям, умениям учащегося. Количество учебных часов рассчитано в соответствии с  учебным планом общего образования обучающихся с  умствнной  отсталостью.</w:t>
      </w:r>
      <w:r w:rsidRPr="007F3C79">
        <w:rPr>
          <w:rFonts w:ascii="Times New Roman" w:hAnsi="Times New Roman" w:cs="Times New Roman"/>
          <w:sz w:val="24"/>
          <w:szCs w:val="24"/>
          <w:lang w:val="ru-RU"/>
        </w:rPr>
        <w:tab/>
        <w:t>Прогр</w:t>
      </w:r>
      <w:r w:rsidR="004B3DB9" w:rsidRPr="007F3C79">
        <w:rPr>
          <w:rFonts w:ascii="Times New Roman" w:hAnsi="Times New Roman" w:cs="Times New Roman"/>
          <w:sz w:val="24"/>
          <w:szCs w:val="24"/>
          <w:lang w:val="ru-RU"/>
        </w:rPr>
        <w:t>амма рассчитана  на 68 часов (2</w:t>
      </w:r>
      <w:r w:rsidRPr="007F3C79">
        <w:rPr>
          <w:rFonts w:ascii="Times New Roman" w:hAnsi="Times New Roman" w:cs="Times New Roman"/>
          <w:sz w:val="24"/>
          <w:szCs w:val="24"/>
          <w:lang w:val="ru-RU"/>
        </w:rPr>
        <w:t xml:space="preserve"> часа в неделю). Срок реализации программы 1 год.</w:t>
      </w:r>
    </w:p>
    <w:p w:rsidR="0088191A" w:rsidRPr="007F3C79" w:rsidRDefault="00F305D2" w:rsidP="00471702">
      <w:pPr>
        <w:pStyle w:val="a4"/>
        <w:rPr>
          <w:rFonts w:ascii="Times New Roman" w:hAnsi="Times New Roman"/>
          <w:sz w:val="24"/>
          <w:szCs w:val="24"/>
          <w:lang w:eastAsia="ru-RU"/>
        </w:rPr>
      </w:pPr>
      <w:r w:rsidRPr="007F3C79">
        <w:rPr>
          <w:rFonts w:ascii="Times New Roman" w:hAnsi="Times New Roman"/>
          <w:sz w:val="24"/>
          <w:szCs w:val="24"/>
        </w:rPr>
        <w:t xml:space="preserve">         </w:t>
      </w:r>
      <w:r w:rsidR="0088191A" w:rsidRPr="007F3C79">
        <w:rPr>
          <w:rFonts w:ascii="Times New Roman" w:hAnsi="Times New Roman"/>
          <w:sz w:val="24"/>
          <w:szCs w:val="24"/>
        </w:rPr>
        <w:t xml:space="preserve">Предлагаемая программа ориентирована на учебник  </w:t>
      </w:r>
      <w:r w:rsidR="00E5793B" w:rsidRPr="007F3C79">
        <w:rPr>
          <w:rFonts w:ascii="Times New Roman" w:hAnsi="Times New Roman"/>
          <w:sz w:val="24"/>
          <w:szCs w:val="24"/>
          <w:lang w:eastAsia="ru-RU"/>
        </w:rPr>
        <w:t xml:space="preserve">Т.В. </w:t>
      </w:r>
      <w:proofErr w:type="spellStart"/>
      <w:r w:rsidR="00E5793B" w:rsidRPr="007F3C79">
        <w:rPr>
          <w:rFonts w:ascii="Times New Roman" w:hAnsi="Times New Roman"/>
          <w:sz w:val="24"/>
          <w:szCs w:val="24"/>
          <w:lang w:eastAsia="ru-RU"/>
        </w:rPr>
        <w:t>Алышева</w:t>
      </w:r>
      <w:proofErr w:type="spellEnd"/>
      <w:r w:rsidR="00E5793B" w:rsidRPr="007F3C79">
        <w:rPr>
          <w:rFonts w:ascii="Times New Roman" w:hAnsi="Times New Roman"/>
          <w:sz w:val="24"/>
          <w:szCs w:val="24"/>
          <w:lang w:eastAsia="ru-RU"/>
        </w:rPr>
        <w:t xml:space="preserve">  «Математика» 3</w:t>
      </w:r>
      <w:r w:rsidR="0088191A" w:rsidRPr="007F3C79">
        <w:rPr>
          <w:rFonts w:ascii="Times New Roman" w:hAnsi="Times New Roman"/>
          <w:sz w:val="24"/>
          <w:szCs w:val="24"/>
          <w:lang w:eastAsia="ru-RU"/>
        </w:rPr>
        <w:t xml:space="preserve"> класс      (в двух частях): - М.: Просвещение, 20</w:t>
      </w:r>
      <w:r w:rsidR="007F3C79" w:rsidRPr="007F3C79">
        <w:rPr>
          <w:rFonts w:ascii="Times New Roman" w:hAnsi="Times New Roman"/>
          <w:sz w:val="24"/>
          <w:szCs w:val="24"/>
          <w:lang w:eastAsia="ru-RU"/>
        </w:rPr>
        <w:t>20</w:t>
      </w:r>
      <w:r w:rsidR="0088191A" w:rsidRPr="007F3C79">
        <w:rPr>
          <w:rFonts w:ascii="Times New Roman" w:hAnsi="Times New Roman"/>
          <w:sz w:val="24"/>
          <w:szCs w:val="24"/>
          <w:lang w:eastAsia="ru-RU"/>
        </w:rPr>
        <w:t>г.</w:t>
      </w:r>
    </w:p>
    <w:p w:rsidR="003B1EC5" w:rsidRPr="007F3C79" w:rsidRDefault="003B1EC5" w:rsidP="00471702">
      <w:pPr>
        <w:jc w:val="center"/>
        <w:rPr>
          <w:rFonts w:ascii="Times New Roman" w:hAnsi="Times New Roman" w:cs="Times New Roman"/>
          <w:color w:val="333333"/>
          <w:sz w:val="24"/>
          <w:szCs w:val="24"/>
          <w:lang w:val="ru-RU"/>
        </w:rPr>
      </w:pPr>
      <w:r w:rsidRPr="007F3C79">
        <w:rPr>
          <w:rFonts w:ascii="Times New Roman" w:hAnsi="Times New Roman" w:cs="Times New Roman"/>
          <w:b/>
          <w:sz w:val="24"/>
          <w:szCs w:val="24"/>
          <w:lang w:val="ru-RU" w:eastAsia="ru-RU"/>
        </w:rPr>
        <w:t>ПЛАНИРУЕМЫЕ РЕЗУЛЬТАТЫ ОСВОЕНИЯ УЧЕБНОГО ПРЕДМЕТА</w:t>
      </w:r>
    </w:p>
    <w:p w:rsidR="00A96B43" w:rsidRPr="007F3C79" w:rsidRDefault="00A96B43" w:rsidP="00A96B4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F3C79">
        <w:rPr>
          <w:rFonts w:ascii="Times New Roman" w:hAnsi="Times New Roman" w:cs="Times New Roman"/>
          <w:b/>
          <w:sz w:val="24"/>
          <w:szCs w:val="24"/>
          <w:lang w:val="ru-RU"/>
        </w:rPr>
        <w:t>Личностные учебные действия:</w:t>
      </w:r>
    </w:p>
    <w:p w:rsidR="00122577" w:rsidRPr="007F3C79" w:rsidRDefault="00122577" w:rsidP="00122577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3C79">
        <w:rPr>
          <w:rFonts w:ascii="Times New Roman" w:hAnsi="Times New Roman" w:cs="Times New Roman"/>
          <w:sz w:val="24"/>
          <w:szCs w:val="24"/>
        </w:rPr>
        <w:t>Целостное восприятие окружающего мира.</w:t>
      </w:r>
    </w:p>
    <w:p w:rsidR="00122577" w:rsidRPr="007F3C79" w:rsidRDefault="00122577" w:rsidP="00122577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3C79">
        <w:rPr>
          <w:rFonts w:ascii="Times New Roman" w:hAnsi="Times New Roman" w:cs="Times New Roman"/>
          <w:sz w:val="24"/>
          <w:szCs w:val="24"/>
        </w:rPr>
        <w:t>Рефлексивную самооценку, умение анализировать свои действия.</w:t>
      </w:r>
    </w:p>
    <w:p w:rsidR="00122577" w:rsidRPr="007F3C79" w:rsidRDefault="00122577" w:rsidP="00122577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3C79">
        <w:rPr>
          <w:rFonts w:ascii="Times New Roman" w:hAnsi="Times New Roman" w:cs="Times New Roman"/>
          <w:sz w:val="24"/>
          <w:szCs w:val="24"/>
        </w:rPr>
        <w:t xml:space="preserve">Навыки сотрудничества </w:t>
      </w:r>
      <w:proofErr w:type="gramStart"/>
      <w:r w:rsidRPr="007F3C79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7F3C79">
        <w:rPr>
          <w:rFonts w:ascii="Times New Roman" w:hAnsi="Times New Roman" w:cs="Times New Roman"/>
          <w:sz w:val="24"/>
          <w:szCs w:val="24"/>
        </w:rPr>
        <w:t xml:space="preserve"> взрослыми и сверстниками.</w:t>
      </w:r>
    </w:p>
    <w:p w:rsidR="00122577" w:rsidRPr="007F3C79" w:rsidRDefault="00122577" w:rsidP="00122577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3C79">
        <w:rPr>
          <w:rFonts w:ascii="Times New Roman" w:hAnsi="Times New Roman" w:cs="Times New Roman"/>
          <w:sz w:val="24"/>
          <w:szCs w:val="24"/>
        </w:rPr>
        <w:t>Установку на здоровый образ жизни, наличие мотивации к творческому труду, к работе на результат.</w:t>
      </w:r>
    </w:p>
    <w:p w:rsidR="00A96B43" w:rsidRPr="007F3C79" w:rsidRDefault="00A96B43" w:rsidP="001D1C12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3C79">
        <w:rPr>
          <w:rFonts w:ascii="Times New Roman" w:hAnsi="Times New Roman" w:cs="Times New Roman"/>
          <w:sz w:val="24"/>
          <w:szCs w:val="24"/>
        </w:rPr>
        <w:t>осознавать себя как ученика заинтересованного посещением школы, обучением, занятиями</w:t>
      </w:r>
      <w:r w:rsidR="004B3DB9" w:rsidRPr="007F3C79">
        <w:rPr>
          <w:rFonts w:ascii="Times New Roman" w:hAnsi="Times New Roman" w:cs="Times New Roman"/>
          <w:sz w:val="24"/>
          <w:szCs w:val="24"/>
        </w:rPr>
        <w:t>, как члена семьи</w:t>
      </w:r>
      <w:r w:rsidRPr="007F3C79">
        <w:rPr>
          <w:rFonts w:ascii="Times New Roman" w:hAnsi="Times New Roman" w:cs="Times New Roman"/>
          <w:sz w:val="24"/>
          <w:szCs w:val="24"/>
        </w:rPr>
        <w:t>, друга;</w:t>
      </w:r>
    </w:p>
    <w:p w:rsidR="00A96B43" w:rsidRPr="007F3C79" w:rsidRDefault="00A96B43" w:rsidP="00A96B4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3C79">
        <w:rPr>
          <w:rFonts w:ascii="Times New Roman" w:hAnsi="Times New Roman" w:cs="Times New Roman"/>
          <w:sz w:val="24"/>
          <w:szCs w:val="24"/>
        </w:rPr>
        <w:t>самостоятельно  выполнять учебные задания, поручения, договорённости;</w:t>
      </w:r>
    </w:p>
    <w:p w:rsidR="00A96B43" w:rsidRPr="007F3C79" w:rsidRDefault="00A96B43" w:rsidP="00A96B4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3C79">
        <w:rPr>
          <w:rFonts w:ascii="Times New Roman" w:hAnsi="Times New Roman" w:cs="Times New Roman"/>
          <w:sz w:val="24"/>
          <w:szCs w:val="24"/>
        </w:rPr>
        <w:t>понимать личную от</w:t>
      </w:r>
      <w:r w:rsidRPr="007F3C79">
        <w:rPr>
          <w:rFonts w:ascii="Times New Roman" w:hAnsi="Times New Roman" w:cs="Times New Roman"/>
          <w:sz w:val="24"/>
          <w:szCs w:val="24"/>
        </w:rPr>
        <w:softHyphen/>
        <w:t>вет</w:t>
      </w:r>
      <w:r w:rsidRPr="007F3C79">
        <w:rPr>
          <w:rFonts w:ascii="Times New Roman" w:hAnsi="Times New Roman" w:cs="Times New Roman"/>
          <w:sz w:val="24"/>
          <w:szCs w:val="24"/>
        </w:rPr>
        <w:softHyphen/>
        <w:t>с</w:t>
      </w:r>
      <w:r w:rsidRPr="007F3C79">
        <w:rPr>
          <w:rFonts w:ascii="Times New Roman" w:hAnsi="Times New Roman" w:cs="Times New Roman"/>
          <w:sz w:val="24"/>
          <w:szCs w:val="24"/>
        </w:rPr>
        <w:softHyphen/>
        <w:t>т</w:t>
      </w:r>
      <w:r w:rsidRPr="007F3C79">
        <w:rPr>
          <w:rFonts w:ascii="Times New Roman" w:hAnsi="Times New Roman" w:cs="Times New Roman"/>
          <w:sz w:val="24"/>
          <w:szCs w:val="24"/>
        </w:rPr>
        <w:softHyphen/>
        <w:t>вен</w:t>
      </w:r>
      <w:r w:rsidRPr="007F3C79">
        <w:rPr>
          <w:rFonts w:ascii="Times New Roman" w:hAnsi="Times New Roman" w:cs="Times New Roman"/>
          <w:sz w:val="24"/>
          <w:szCs w:val="24"/>
        </w:rPr>
        <w:softHyphen/>
        <w:t>ность за свои поступки на основе пред</w:t>
      </w:r>
      <w:r w:rsidRPr="007F3C79">
        <w:rPr>
          <w:rFonts w:ascii="Times New Roman" w:hAnsi="Times New Roman" w:cs="Times New Roman"/>
          <w:sz w:val="24"/>
          <w:szCs w:val="24"/>
        </w:rPr>
        <w:softHyphen/>
        <w:t>с</w:t>
      </w:r>
      <w:r w:rsidRPr="007F3C79">
        <w:rPr>
          <w:rFonts w:ascii="Times New Roman" w:hAnsi="Times New Roman" w:cs="Times New Roman"/>
          <w:sz w:val="24"/>
          <w:szCs w:val="24"/>
        </w:rPr>
        <w:softHyphen/>
        <w:t>тавлений об эти</w:t>
      </w:r>
      <w:r w:rsidRPr="007F3C79">
        <w:rPr>
          <w:rFonts w:ascii="Times New Roman" w:hAnsi="Times New Roman" w:cs="Times New Roman"/>
          <w:sz w:val="24"/>
          <w:szCs w:val="24"/>
        </w:rPr>
        <w:softHyphen/>
        <w:t>ческих нормах и правилах п</w:t>
      </w:r>
      <w:r w:rsidR="004B3DB9" w:rsidRPr="007F3C79">
        <w:rPr>
          <w:rFonts w:ascii="Times New Roman" w:hAnsi="Times New Roman" w:cs="Times New Roman"/>
          <w:sz w:val="24"/>
          <w:szCs w:val="24"/>
        </w:rPr>
        <w:t>оведения в современном обществе;</w:t>
      </w:r>
    </w:p>
    <w:p w:rsidR="004B3DB9" w:rsidRPr="007F3C79" w:rsidRDefault="004B3DB9" w:rsidP="004B3DB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3C79">
        <w:rPr>
          <w:rFonts w:ascii="Times New Roman" w:hAnsi="Times New Roman" w:cs="Times New Roman"/>
          <w:sz w:val="24"/>
          <w:szCs w:val="24"/>
        </w:rPr>
        <w:t>умение вступать в контакт с учителем;</w:t>
      </w:r>
    </w:p>
    <w:p w:rsidR="004B3DB9" w:rsidRPr="007F3C79" w:rsidRDefault="004B3DB9" w:rsidP="004B3DB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3C79">
        <w:rPr>
          <w:rFonts w:ascii="Times New Roman" w:hAnsi="Times New Roman" w:cs="Times New Roman"/>
          <w:sz w:val="24"/>
          <w:szCs w:val="24"/>
        </w:rPr>
        <w:t>слушать и понимать инструкцию учителя;</w:t>
      </w:r>
    </w:p>
    <w:p w:rsidR="004B3DB9" w:rsidRPr="007F3C79" w:rsidRDefault="004B3DB9" w:rsidP="004B3DB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3C79">
        <w:rPr>
          <w:rFonts w:ascii="Times New Roman" w:hAnsi="Times New Roman" w:cs="Times New Roman"/>
          <w:sz w:val="24"/>
          <w:szCs w:val="24"/>
        </w:rPr>
        <w:t>обращаться за помощью и принимать помощь учителя.</w:t>
      </w:r>
    </w:p>
    <w:p w:rsidR="00A96B43" w:rsidRPr="007F3C79" w:rsidRDefault="00A96B43" w:rsidP="00A96B4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3C79">
        <w:rPr>
          <w:rFonts w:ascii="Times New Roman" w:hAnsi="Times New Roman" w:cs="Times New Roman"/>
          <w:b/>
          <w:sz w:val="24"/>
          <w:szCs w:val="24"/>
        </w:rPr>
        <w:t>Коммуникативные учебные умения:</w:t>
      </w:r>
    </w:p>
    <w:p w:rsidR="004B3DB9" w:rsidRPr="007F3C79" w:rsidRDefault="00A96B43" w:rsidP="00A96B43">
      <w:pPr>
        <w:pStyle w:val="a6"/>
        <w:numPr>
          <w:ilvl w:val="0"/>
          <w:numId w:val="3"/>
        </w:numPr>
        <w:shd w:val="clear" w:color="auto" w:fill="FFFFFF"/>
        <w:spacing w:before="0" w:beforeAutospacing="0" w:after="0" w:afterAutospacing="0" w:line="312" w:lineRule="atLeast"/>
        <w:jc w:val="both"/>
        <w:rPr>
          <w:color w:val="000000"/>
        </w:rPr>
      </w:pPr>
      <w:r w:rsidRPr="007F3C79">
        <w:rPr>
          <w:color w:val="000000"/>
        </w:rPr>
        <w:t xml:space="preserve">вступать в контакт и работать </w:t>
      </w:r>
      <w:r w:rsidR="004B3DB9" w:rsidRPr="007F3C79">
        <w:rPr>
          <w:color w:val="000000"/>
        </w:rPr>
        <w:t>в коллективе (учитель – ученик);</w:t>
      </w:r>
    </w:p>
    <w:p w:rsidR="00A96B43" w:rsidRPr="007F3C79" w:rsidRDefault="00A96B43" w:rsidP="00A96B43">
      <w:pPr>
        <w:pStyle w:val="a6"/>
        <w:numPr>
          <w:ilvl w:val="0"/>
          <w:numId w:val="3"/>
        </w:numPr>
        <w:shd w:val="clear" w:color="auto" w:fill="FFFFFF"/>
        <w:spacing w:before="0" w:beforeAutospacing="0" w:after="0" w:afterAutospacing="0" w:line="312" w:lineRule="atLeast"/>
        <w:jc w:val="both"/>
        <w:rPr>
          <w:color w:val="000000"/>
        </w:rPr>
      </w:pPr>
      <w:r w:rsidRPr="007F3C79">
        <w:rPr>
          <w:color w:val="000000"/>
        </w:rPr>
        <w:t xml:space="preserve">использовать принятые ритуалы социального </w:t>
      </w:r>
      <w:r w:rsidR="004B3DB9" w:rsidRPr="007F3C79">
        <w:rPr>
          <w:color w:val="000000"/>
        </w:rPr>
        <w:t>взаимодействия с ровесниками</w:t>
      </w:r>
      <w:r w:rsidRPr="007F3C79">
        <w:rPr>
          <w:color w:val="000000"/>
        </w:rPr>
        <w:t xml:space="preserve"> и учителем;</w:t>
      </w:r>
    </w:p>
    <w:p w:rsidR="00A96B43" w:rsidRPr="007F3C79" w:rsidRDefault="00A96B43" w:rsidP="00A96B43">
      <w:pPr>
        <w:pStyle w:val="a6"/>
        <w:numPr>
          <w:ilvl w:val="0"/>
          <w:numId w:val="3"/>
        </w:numPr>
        <w:shd w:val="clear" w:color="auto" w:fill="FFFFFF"/>
        <w:spacing w:before="0" w:beforeAutospacing="0" w:after="0" w:afterAutospacing="0" w:line="312" w:lineRule="atLeast"/>
        <w:jc w:val="both"/>
        <w:rPr>
          <w:color w:val="000000"/>
        </w:rPr>
      </w:pPr>
      <w:r w:rsidRPr="007F3C79">
        <w:rPr>
          <w:color w:val="000000"/>
        </w:rPr>
        <w:t>обращаться за помощью и принимать помощь;</w:t>
      </w:r>
    </w:p>
    <w:p w:rsidR="00A96B43" w:rsidRPr="007F3C79" w:rsidRDefault="00A96B43" w:rsidP="00A96B43">
      <w:pPr>
        <w:pStyle w:val="a6"/>
        <w:numPr>
          <w:ilvl w:val="0"/>
          <w:numId w:val="3"/>
        </w:numPr>
        <w:shd w:val="clear" w:color="auto" w:fill="FFFFFF"/>
        <w:spacing w:before="0" w:beforeAutospacing="0" w:after="0" w:afterAutospacing="0" w:line="312" w:lineRule="atLeast"/>
        <w:jc w:val="both"/>
        <w:rPr>
          <w:color w:val="000000"/>
        </w:rPr>
      </w:pPr>
      <w:r w:rsidRPr="007F3C79">
        <w:rPr>
          <w:color w:val="000000"/>
        </w:rPr>
        <w:t>слушать и понимать инструкцию к учебному заданию в разных видах деятельности.</w:t>
      </w:r>
    </w:p>
    <w:p w:rsidR="00A96B43" w:rsidRPr="007F3C79" w:rsidRDefault="00A96B43" w:rsidP="00A96B4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3C79">
        <w:rPr>
          <w:rFonts w:ascii="Times New Roman" w:hAnsi="Times New Roman" w:cs="Times New Roman"/>
          <w:b/>
          <w:sz w:val="24"/>
          <w:szCs w:val="24"/>
        </w:rPr>
        <w:t>Регулятивные учебные  способности:</w:t>
      </w:r>
    </w:p>
    <w:p w:rsidR="00A96B43" w:rsidRPr="007F3C79" w:rsidRDefault="00A96B43" w:rsidP="00A96B43">
      <w:pPr>
        <w:pStyle w:val="a6"/>
        <w:numPr>
          <w:ilvl w:val="0"/>
          <w:numId w:val="4"/>
        </w:numPr>
        <w:shd w:val="clear" w:color="auto" w:fill="FFFFFF"/>
        <w:spacing w:before="0" w:beforeAutospacing="0" w:after="0" w:afterAutospacing="0" w:line="312" w:lineRule="atLeast"/>
        <w:jc w:val="both"/>
        <w:rPr>
          <w:color w:val="000000"/>
        </w:rPr>
      </w:pPr>
      <w:r w:rsidRPr="007F3C79">
        <w:rPr>
          <w:color w:val="000000"/>
        </w:rPr>
        <w:t xml:space="preserve">соблюдать ритуалы школьного поведения (поднимать руку, вставать и выходить </w:t>
      </w:r>
      <w:proofErr w:type="gramStart"/>
      <w:r w:rsidRPr="007F3C79">
        <w:rPr>
          <w:color w:val="000000"/>
        </w:rPr>
        <w:t>из</w:t>
      </w:r>
      <w:proofErr w:type="gramEnd"/>
      <w:r w:rsidRPr="007F3C79">
        <w:rPr>
          <w:color w:val="000000"/>
        </w:rPr>
        <w:t xml:space="preserve"> – за парты и т.д.);</w:t>
      </w:r>
    </w:p>
    <w:p w:rsidR="00A96B43" w:rsidRPr="007F3C79" w:rsidRDefault="00A96B43" w:rsidP="00A96B43">
      <w:pPr>
        <w:pStyle w:val="a6"/>
        <w:numPr>
          <w:ilvl w:val="0"/>
          <w:numId w:val="4"/>
        </w:numPr>
        <w:shd w:val="clear" w:color="auto" w:fill="FFFFFF"/>
        <w:spacing w:before="0" w:beforeAutospacing="0" w:after="0" w:afterAutospacing="0" w:line="312" w:lineRule="atLeast"/>
        <w:jc w:val="both"/>
        <w:rPr>
          <w:color w:val="000000"/>
        </w:rPr>
      </w:pPr>
      <w:r w:rsidRPr="007F3C79">
        <w:rPr>
          <w:color w:val="000000"/>
        </w:rPr>
        <w:t>принимать цели и произвольно включаться в деятельность, следовать предложенному плану и работать в общем темпе;</w:t>
      </w:r>
    </w:p>
    <w:p w:rsidR="00A96B43" w:rsidRPr="007F3C79" w:rsidRDefault="00A96B43" w:rsidP="00A96B43">
      <w:pPr>
        <w:pStyle w:val="a6"/>
        <w:numPr>
          <w:ilvl w:val="0"/>
          <w:numId w:val="4"/>
        </w:numPr>
        <w:shd w:val="clear" w:color="auto" w:fill="FFFFFF"/>
        <w:spacing w:before="0" w:beforeAutospacing="0" w:after="0" w:afterAutospacing="0" w:line="312" w:lineRule="atLeast"/>
        <w:jc w:val="both"/>
        <w:rPr>
          <w:color w:val="000000"/>
        </w:rPr>
      </w:pPr>
      <w:r w:rsidRPr="007F3C79">
        <w:rPr>
          <w:color w:val="000000"/>
        </w:rPr>
        <w:t>активно участвовать в деятельности, ко</w:t>
      </w:r>
      <w:r w:rsidR="004B3DB9" w:rsidRPr="007F3C79">
        <w:rPr>
          <w:color w:val="000000"/>
        </w:rPr>
        <w:t>нтролировать и оценивать свои действия</w:t>
      </w:r>
      <w:r w:rsidRPr="007F3C79">
        <w:rPr>
          <w:color w:val="000000"/>
        </w:rPr>
        <w:t>;</w:t>
      </w:r>
    </w:p>
    <w:p w:rsidR="00A96B43" w:rsidRPr="007F3C79" w:rsidRDefault="00A96B43" w:rsidP="00A96B43">
      <w:pPr>
        <w:pStyle w:val="a6"/>
        <w:numPr>
          <w:ilvl w:val="0"/>
          <w:numId w:val="4"/>
        </w:numPr>
        <w:shd w:val="clear" w:color="auto" w:fill="FFFFFF"/>
        <w:spacing w:before="0" w:beforeAutospacing="0" w:after="0" w:afterAutospacing="0" w:line="312" w:lineRule="atLeast"/>
        <w:jc w:val="both"/>
        <w:rPr>
          <w:color w:val="000000"/>
        </w:rPr>
      </w:pPr>
      <w:r w:rsidRPr="007F3C79">
        <w:rPr>
          <w:color w:val="000000"/>
        </w:rPr>
        <w:t>соотносить свои действия и их результаты с заданными образцами, принимать оценку деятельности, оценивать её с учётом предложенных критериев, корректировать свою деятельность с учётом выявленных недочётов.</w:t>
      </w:r>
    </w:p>
    <w:p w:rsidR="00A96B43" w:rsidRPr="007F3C79" w:rsidRDefault="00A96B43" w:rsidP="00A96B43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7F3C79">
        <w:rPr>
          <w:rFonts w:ascii="Times New Roman" w:hAnsi="Times New Roman" w:cs="Times New Roman"/>
          <w:b/>
          <w:sz w:val="24"/>
          <w:szCs w:val="24"/>
        </w:rPr>
        <w:t>Познавательные учебные умения:</w:t>
      </w:r>
    </w:p>
    <w:p w:rsidR="00A96B43" w:rsidRPr="007F3C79" w:rsidRDefault="00A96B43" w:rsidP="00A96B43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F3C79">
        <w:rPr>
          <w:rFonts w:ascii="Times New Roman" w:hAnsi="Times New Roman" w:cs="Times New Roman"/>
          <w:sz w:val="24"/>
          <w:szCs w:val="24"/>
        </w:rPr>
        <w:t>делать простейшие обобщения, сравнивать, классифицировать на наглядном материале;</w:t>
      </w:r>
    </w:p>
    <w:p w:rsidR="00A96B43" w:rsidRPr="007F3C79" w:rsidRDefault="00A96B43" w:rsidP="00A96B43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F3C79">
        <w:rPr>
          <w:rFonts w:ascii="Times New Roman" w:hAnsi="Times New Roman" w:cs="Times New Roman"/>
          <w:sz w:val="24"/>
          <w:szCs w:val="24"/>
        </w:rPr>
        <w:t>пользоваться знаками, символами, предметами – заменителями;</w:t>
      </w:r>
    </w:p>
    <w:p w:rsidR="00A96B43" w:rsidRPr="007F3C79" w:rsidRDefault="00A96B43" w:rsidP="00A96B43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F3C79">
        <w:rPr>
          <w:rFonts w:ascii="Times New Roman" w:hAnsi="Times New Roman" w:cs="Times New Roman"/>
          <w:sz w:val="24"/>
          <w:szCs w:val="24"/>
        </w:rPr>
        <w:t>писать и выполнять арифметические действия;</w:t>
      </w:r>
    </w:p>
    <w:p w:rsidR="00A96B43" w:rsidRPr="007F3C79" w:rsidRDefault="00A96B43" w:rsidP="00A96B43">
      <w:pPr>
        <w:pStyle w:val="a6"/>
        <w:numPr>
          <w:ilvl w:val="0"/>
          <w:numId w:val="5"/>
        </w:numPr>
        <w:shd w:val="clear" w:color="auto" w:fill="FFFFFF"/>
        <w:spacing w:before="0" w:beforeAutospacing="0" w:after="0" w:afterAutospacing="0" w:line="312" w:lineRule="atLeast"/>
        <w:jc w:val="both"/>
        <w:rPr>
          <w:color w:val="000000"/>
        </w:rPr>
      </w:pPr>
      <w:r w:rsidRPr="007F3C79">
        <w:rPr>
          <w:color w:val="000000"/>
        </w:rPr>
        <w:lastRenderedPageBreak/>
        <w:t>работать с несложной по содержанию и структуре информацией (понимать изображение, устное высказывание, предъявленное на бумажных и электронных носителях).</w:t>
      </w:r>
    </w:p>
    <w:p w:rsidR="00A96B43" w:rsidRPr="007F3C79" w:rsidRDefault="00A96B43" w:rsidP="004B3D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F3C79">
        <w:rPr>
          <w:rFonts w:ascii="Times New Roman" w:hAnsi="Times New Roman" w:cs="Times New Roman"/>
          <w:b/>
          <w:sz w:val="24"/>
          <w:szCs w:val="24"/>
          <w:lang w:val="ru-RU"/>
        </w:rPr>
        <w:t>Предметные результаты</w:t>
      </w:r>
      <w:r w:rsidR="004B3DB9" w:rsidRPr="007F3C79">
        <w:rPr>
          <w:rFonts w:ascii="Times New Roman" w:hAnsi="Times New Roman" w:cs="Times New Roman"/>
          <w:b/>
          <w:sz w:val="24"/>
          <w:szCs w:val="24"/>
          <w:lang w:val="ru-RU"/>
        </w:rPr>
        <w:t>:</w:t>
      </w:r>
    </w:p>
    <w:p w:rsidR="001D1C12" w:rsidRPr="007F3C79" w:rsidRDefault="001D1C12" w:rsidP="001D1C12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3C79">
        <w:rPr>
          <w:rFonts w:ascii="Times New Roman" w:hAnsi="Times New Roman" w:cs="Times New Roman"/>
          <w:sz w:val="24"/>
          <w:szCs w:val="24"/>
        </w:rPr>
        <w:t>Овладение основами логического и алгоритмического мышления, пространственного воображения и математической речи, основами счёта, измерения, прикидки результата и его оценки, наглядного представления данных в разной форме (таблицы, схемы, диаграммы), записи и выполнения алгоритмов.</w:t>
      </w:r>
    </w:p>
    <w:p w:rsidR="001D1C12" w:rsidRPr="007F3C79" w:rsidRDefault="001D1C12" w:rsidP="001D1C12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3C79">
        <w:rPr>
          <w:rFonts w:ascii="Times New Roman" w:hAnsi="Times New Roman" w:cs="Times New Roman"/>
          <w:sz w:val="24"/>
          <w:szCs w:val="24"/>
        </w:rPr>
        <w:t>Приобретение начального опыта применения математических знаний для решения учебно-познавательных и учебно-практических задач.</w:t>
      </w:r>
    </w:p>
    <w:p w:rsidR="001D1C12" w:rsidRPr="007F3C79" w:rsidRDefault="001D1C12" w:rsidP="001D1C12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3C79">
        <w:rPr>
          <w:rFonts w:ascii="Times New Roman" w:hAnsi="Times New Roman" w:cs="Times New Roman"/>
          <w:sz w:val="24"/>
          <w:szCs w:val="24"/>
        </w:rPr>
        <w:t>Умения выполнять устные и письменные действия сложения и вычитания; практически пользоваться переместительным свойством умножения; решать, составлять, иллюстрировать все изученные простые арифметические задачи; самостоятельно кратко записывать, моделировать содержание, решать составные арифметические задачи в два действия.</w:t>
      </w:r>
    </w:p>
    <w:p w:rsidR="001D1C12" w:rsidRPr="007F3C79" w:rsidRDefault="001D1C12" w:rsidP="001D1C12">
      <w:pPr>
        <w:pStyle w:val="a3"/>
        <w:numPr>
          <w:ilvl w:val="0"/>
          <w:numId w:val="2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F3C79">
        <w:rPr>
          <w:rFonts w:ascii="Times New Roman" w:hAnsi="Times New Roman" w:cs="Times New Roman"/>
          <w:sz w:val="24"/>
          <w:szCs w:val="24"/>
        </w:rPr>
        <w:t>Умения различать замкнутые, незамкнутые кривые, ломаные линии; вычислять длину ломаной; узнавать, называть, чертить, моделировать  взаимное положение двух прямых, кривых линий, многоугольников, окружностей, находит точки пересечения; чертить прямоугольник (квадрат) с помощью чертежного треугольника на нелинованной бумаге.</w:t>
      </w:r>
      <w:proofErr w:type="gramEnd"/>
    </w:p>
    <w:p w:rsidR="00613CDF" w:rsidRPr="00F86F05" w:rsidRDefault="00575753" w:rsidP="00471702">
      <w:pPr>
        <w:tabs>
          <w:tab w:val="left" w:pos="354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86F0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613CDF" w:rsidRPr="00F86F0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71702">
        <w:rPr>
          <w:rFonts w:ascii="Times New Roman" w:hAnsi="Times New Roman" w:cs="Times New Roman"/>
          <w:sz w:val="24"/>
          <w:szCs w:val="24"/>
          <w:lang w:val="ru-RU"/>
        </w:rPr>
        <w:t xml:space="preserve">     </w:t>
      </w:r>
      <w:r w:rsidR="00613CDF" w:rsidRPr="00F86F05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Примечание </w:t>
      </w:r>
    </w:p>
    <w:p w:rsidR="00613CDF" w:rsidRPr="007F3C79" w:rsidRDefault="00613CDF" w:rsidP="00613CDF"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3C79">
        <w:rPr>
          <w:rFonts w:ascii="Times New Roman" w:hAnsi="Times New Roman" w:cs="Times New Roman"/>
          <w:sz w:val="24"/>
          <w:szCs w:val="24"/>
          <w:lang w:val="ru-RU"/>
        </w:rPr>
        <w:t xml:space="preserve">      1. Решаются только простые арифметические задачи.</w:t>
      </w:r>
    </w:p>
    <w:p w:rsidR="00613CDF" w:rsidRPr="007F3C79" w:rsidRDefault="00613CDF" w:rsidP="00613CDF"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3C79">
        <w:rPr>
          <w:rFonts w:ascii="Times New Roman" w:hAnsi="Times New Roman" w:cs="Times New Roman"/>
          <w:sz w:val="24"/>
          <w:szCs w:val="24"/>
          <w:lang w:val="ru-RU"/>
        </w:rPr>
        <w:t xml:space="preserve">      2. Прямоугольник, квадрат вычерчиваются с помощью учителя.</w:t>
      </w:r>
    </w:p>
    <w:p w:rsidR="00613CDF" w:rsidRPr="007F3C79" w:rsidRDefault="00613CDF" w:rsidP="00613CDF"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3C79">
        <w:rPr>
          <w:rFonts w:ascii="Times New Roman" w:hAnsi="Times New Roman" w:cs="Times New Roman"/>
          <w:sz w:val="24"/>
          <w:szCs w:val="24"/>
          <w:lang w:val="ru-RU"/>
        </w:rPr>
        <w:t xml:space="preserve">      3. Знание состава однозначных чисел обязательно.</w:t>
      </w:r>
    </w:p>
    <w:p w:rsidR="00613CDF" w:rsidRPr="007F3C79" w:rsidRDefault="00613CDF" w:rsidP="00613CDF">
      <w:pPr>
        <w:spacing w:after="0" w:line="240" w:lineRule="auto"/>
        <w:ind w:right="57" w:firstLine="708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13CDF" w:rsidRPr="007F3C79" w:rsidRDefault="00613CDF" w:rsidP="00613CDF">
      <w:pPr>
        <w:pStyle w:val="a4"/>
        <w:rPr>
          <w:rFonts w:ascii="Times New Roman" w:hAnsi="Times New Roman"/>
          <w:b/>
          <w:sz w:val="24"/>
          <w:szCs w:val="24"/>
        </w:rPr>
      </w:pPr>
      <w:r w:rsidRPr="007F3C79">
        <w:rPr>
          <w:rFonts w:ascii="Times New Roman" w:hAnsi="Times New Roman"/>
          <w:b/>
          <w:sz w:val="24"/>
          <w:szCs w:val="24"/>
        </w:rPr>
        <w:t xml:space="preserve">            </w:t>
      </w:r>
      <w:r w:rsidR="007A6122" w:rsidRPr="007F3C79">
        <w:rPr>
          <w:rFonts w:ascii="Times New Roman" w:hAnsi="Times New Roman"/>
          <w:b/>
          <w:sz w:val="24"/>
          <w:szCs w:val="24"/>
        </w:rPr>
        <w:t xml:space="preserve">             </w:t>
      </w:r>
      <w:r w:rsidR="007D1E8D" w:rsidRPr="007F3C79">
        <w:rPr>
          <w:rFonts w:ascii="Times New Roman" w:hAnsi="Times New Roman"/>
          <w:b/>
          <w:sz w:val="24"/>
          <w:szCs w:val="24"/>
        </w:rPr>
        <w:t xml:space="preserve">       </w:t>
      </w:r>
      <w:r w:rsidR="00D53520">
        <w:rPr>
          <w:rFonts w:ascii="Times New Roman" w:hAnsi="Times New Roman"/>
          <w:b/>
          <w:sz w:val="24"/>
          <w:szCs w:val="24"/>
        </w:rPr>
        <w:t xml:space="preserve">     </w:t>
      </w:r>
      <w:r w:rsidR="00575753" w:rsidRPr="007F3C79">
        <w:rPr>
          <w:rFonts w:ascii="Times New Roman" w:hAnsi="Times New Roman"/>
          <w:b/>
          <w:sz w:val="24"/>
          <w:szCs w:val="24"/>
        </w:rPr>
        <w:t xml:space="preserve">  </w:t>
      </w:r>
      <w:r w:rsidR="0088191A" w:rsidRPr="007F3C79">
        <w:rPr>
          <w:rFonts w:ascii="Times New Roman" w:hAnsi="Times New Roman"/>
          <w:b/>
          <w:sz w:val="24"/>
          <w:szCs w:val="24"/>
        </w:rPr>
        <w:t>СОДЕРЖАНИЕ УЧЕБНОГО ПРЕДМЕТА</w:t>
      </w:r>
      <w:r w:rsidRPr="007F3C79">
        <w:rPr>
          <w:rFonts w:ascii="Times New Roman" w:hAnsi="Times New Roman"/>
          <w:b/>
          <w:sz w:val="24"/>
          <w:szCs w:val="24"/>
        </w:rPr>
        <w:t xml:space="preserve">  (68ч)</w:t>
      </w:r>
    </w:p>
    <w:p w:rsidR="00613CDF" w:rsidRPr="007F3C79" w:rsidRDefault="00613CDF" w:rsidP="00613C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613CDF" w:rsidRPr="007F3C79" w:rsidRDefault="00613CDF" w:rsidP="00613CDF">
      <w:pPr>
        <w:pStyle w:val="a7"/>
        <w:jc w:val="center"/>
        <w:rPr>
          <w:sz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3"/>
        <w:gridCol w:w="1563"/>
        <w:gridCol w:w="6580"/>
      </w:tblGrid>
      <w:tr w:rsidR="00613CDF" w:rsidRPr="007F3C79" w:rsidTr="00471702">
        <w:tc>
          <w:tcPr>
            <w:tcW w:w="2093" w:type="dxa"/>
            <w:shd w:val="clear" w:color="auto" w:fill="auto"/>
          </w:tcPr>
          <w:p w:rsidR="00613CDF" w:rsidRPr="007F3C79" w:rsidRDefault="00613CDF" w:rsidP="0082226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F3C79">
              <w:rPr>
                <w:rFonts w:ascii="Times New Roman" w:hAnsi="Times New Roman" w:cs="Times New Roman"/>
                <w:b/>
                <w:sz w:val="24"/>
                <w:szCs w:val="24"/>
                <w:lang w:val="ru-RU" w:eastAsia="ru-RU"/>
              </w:rPr>
              <w:t>Раздел</w:t>
            </w:r>
          </w:p>
        </w:tc>
        <w:tc>
          <w:tcPr>
            <w:tcW w:w="1563" w:type="dxa"/>
            <w:shd w:val="clear" w:color="auto" w:fill="auto"/>
          </w:tcPr>
          <w:p w:rsidR="00613CDF" w:rsidRPr="007F3C79" w:rsidRDefault="00613CDF" w:rsidP="0082226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F3C79">
              <w:rPr>
                <w:rFonts w:ascii="Times New Roman" w:hAnsi="Times New Roman" w:cs="Times New Roman"/>
                <w:b/>
                <w:sz w:val="24"/>
                <w:szCs w:val="24"/>
                <w:lang w:val="ru-RU" w:eastAsia="ru-RU"/>
              </w:rPr>
              <w:t>Количество часов</w:t>
            </w:r>
          </w:p>
        </w:tc>
        <w:tc>
          <w:tcPr>
            <w:tcW w:w="6580" w:type="dxa"/>
            <w:shd w:val="clear" w:color="auto" w:fill="auto"/>
          </w:tcPr>
          <w:p w:rsidR="00613CDF" w:rsidRPr="007F3C79" w:rsidRDefault="00613CDF" w:rsidP="0082226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F3C79">
              <w:rPr>
                <w:rFonts w:ascii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        Краткое содержание раздела</w:t>
            </w:r>
          </w:p>
        </w:tc>
      </w:tr>
      <w:tr w:rsidR="00613CDF" w:rsidRPr="007F3C79" w:rsidTr="00471702">
        <w:tc>
          <w:tcPr>
            <w:tcW w:w="2093" w:type="dxa"/>
            <w:shd w:val="clear" w:color="auto" w:fill="auto"/>
          </w:tcPr>
          <w:p w:rsidR="009329AE" w:rsidRPr="00471702" w:rsidRDefault="00613CDF" w:rsidP="009329AE">
            <w:pPr>
              <w:pStyle w:val="a7"/>
              <w:jc w:val="center"/>
              <w:rPr>
                <w:i/>
                <w:sz w:val="24"/>
              </w:rPr>
            </w:pPr>
            <w:r w:rsidRPr="00471702">
              <w:rPr>
                <w:sz w:val="24"/>
              </w:rPr>
              <w:t xml:space="preserve"> </w:t>
            </w:r>
            <w:r w:rsidR="009329AE" w:rsidRPr="00471702">
              <w:rPr>
                <w:sz w:val="24"/>
              </w:rPr>
              <w:t xml:space="preserve">Повторение (первый десяток) </w:t>
            </w:r>
          </w:p>
          <w:p w:rsidR="00613CDF" w:rsidRPr="00471702" w:rsidRDefault="00613CDF" w:rsidP="0082226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613CDF" w:rsidRPr="00471702" w:rsidRDefault="00613CDF" w:rsidP="00822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63" w:type="dxa"/>
            <w:shd w:val="clear" w:color="auto" w:fill="auto"/>
          </w:tcPr>
          <w:p w:rsidR="00613CDF" w:rsidRPr="007F3C79" w:rsidRDefault="0019165B" w:rsidP="00822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7F3C7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6580" w:type="dxa"/>
            <w:shd w:val="clear" w:color="auto" w:fill="auto"/>
          </w:tcPr>
          <w:p w:rsidR="00277343" w:rsidRPr="00471702" w:rsidRDefault="00277343" w:rsidP="0027734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71702">
              <w:rPr>
                <w:rFonts w:ascii="Times New Roman" w:hAnsi="Times New Roman"/>
                <w:sz w:val="24"/>
                <w:szCs w:val="24"/>
              </w:rPr>
              <w:t>Нумерация и  сравнение чисел в пределах 20.</w:t>
            </w:r>
          </w:p>
          <w:p w:rsidR="00277343" w:rsidRPr="00471702" w:rsidRDefault="00277343" w:rsidP="0027734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71702">
              <w:rPr>
                <w:rFonts w:ascii="Times New Roman" w:hAnsi="Times New Roman"/>
                <w:sz w:val="24"/>
                <w:szCs w:val="24"/>
              </w:rPr>
              <w:t xml:space="preserve">Сложение, вычитание чисел в пределах 20 без перехода через разряд. </w:t>
            </w:r>
          </w:p>
          <w:p w:rsidR="00277343" w:rsidRPr="00471702" w:rsidRDefault="00277343" w:rsidP="0027734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71702">
              <w:rPr>
                <w:rFonts w:ascii="Times New Roman" w:hAnsi="Times New Roman"/>
                <w:sz w:val="24"/>
                <w:szCs w:val="24"/>
              </w:rPr>
              <w:t xml:space="preserve">Названия компонентов при сложении и вычитании. </w:t>
            </w:r>
          </w:p>
          <w:p w:rsidR="00277343" w:rsidRPr="00471702" w:rsidRDefault="00277343" w:rsidP="0027734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71702">
              <w:rPr>
                <w:rFonts w:ascii="Times New Roman" w:hAnsi="Times New Roman"/>
                <w:sz w:val="24"/>
                <w:szCs w:val="24"/>
              </w:rPr>
              <w:t>Чётные и нечётные числа</w:t>
            </w:r>
          </w:p>
          <w:p w:rsidR="00277343" w:rsidRPr="00471702" w:rsidRDefault="00277343" w:rsidP="0027734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71702">
              <w:rPr>
                <w:rFonts w:ascii="Times New Roman" w:hAnsi="Times New Roman"/>
                <w:sz w:val="24"/>
                <w:szCs w:val="24"/>
              </w:rPr>
              <w:t>Решение задач.</w:t>
            </w:r>
          </w:p>
          <w:p w:rsidR="00277343" w:rsidRPr="00471702" w:rsidRDefault="00277343" w:rsidP="0027734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71702">
              <w:rPr>
                <w:rFonts w:ascii="Times New Roman" w:hAnsi="Times New Roman"/>
                <w:sz w:val="24"/>
                <w:szCs w:val="24"/>
              </w:rPr>
              <w:t>Углы. Прямая. Луч. Отрезок.</w:t>
            </w:r>
          </w:p>
          <w:p w:rsidR="00613CDF" w:rsidRPr="00471702" w:rsidRDefault="00613CDF" w:rsidP="00277343">
            <w:pPr>
              <w:pStyle w:val="a7"/>
              <w:ind w:firstLine="708"/>
              <w:rPr>
                <w:bCs/>
                <w:sz w:val="24"/>
              </w:rPr>
            </w:pPr>
          </w:p>
        </w:tc>
      </w:tr>
      <w:tr w:rsidR="00613CDF" w:rsidRPr="00D116B6" w:rsidTr="00471702">
        <w:tc>
          <w:tcPr>
            <w:tcW w:w="2093" w:type="dxa"/>
            <w:shd w:val="clear" w:color="auto" w:fill="auto"/>
          </w:tcPr>
          <w:p w:rsidR="00613CDF" w:rsidRPr="00471702" w:rsidRDefault="00277343" w:rsidP="00277343">
            <w:pPr>
              <w:ind w:right="-3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7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Сложение однозначных чисел в пределах 20 с переходом через десяток.</w:t>
            </w:r>
          </w:p>
        </w:tc>
        <w:tc>
          <w:tcPr>
            <w:tcW w:w="1563" w:type="dxa"/>
            <w:shd w:val="clear" w:color="auto" w:fill="auto"/>
          </w:tcPr>
          <w:p w:rsidR="00613CDF" w:rsidRPr="007F3C79" w:rsidRDefault="00277343" w:rsidP="00822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7F3C7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  <w:r w:rsidR="0019165B" w:rsidRPr="007F3C7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6580" w:type="dxa"/>
            <w:shd w:val="clear" w:color="auto" w:fill="auto"/>
          </w:tcPr>
          <w:p w:rsidR="00613CDF" w:rsidRPr="007F3C79" w:rsidRDefault="00277343" w:rsidP="00277343">
            <w:pPr>
              <w:pStyle w:val="a7"/>
              <w:rPr>
                <w:bCs/>
                <w:sz w:val="24"/>
              </w:rPr>
            </w:pPr>
            <w:r w:rsidRPr="007F3C79">
              <w:rPr>
                <w:sz w:val="24"/>
              </w:rPr>
              <w:t>Решение примеров и задач  на сложение однозначных чисел в пределах 20 с переходом через разряд путем разложения второго слагаемого на два числа.</w:t>
            </w:r>
          </w:p>
        </w:tc>
      </w:tr>
      <w:tr w:rsidR="00613CDF" w:rsidRPr="00D116B6" w:rsidTr="00471702">
        <w:tc>
          <w:tcPr>
            <w:tcW w:w="2093" w:type="dxa"/>
            <w:shd w:val="clear" w:color="auto" w:fill="auto"/>
          </w:tcPr>
          <w:p w:rsidR="00277343" w:rsidRPr="00471702" w:rsidRDefault="00277343" w:rsidP="0027734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7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Вычитание однозначных чисел с переходом через десяток.</w:t>
            </w:r>
          </w:p>
          <w:p w:rsidR="00613CDF" w:rsidRPr="00471702" w:rsidRDefault="00613CDF" w:rsidP="00277343">
            <w:pPr>
              <w:pStyle w:val="a7"/>
              <w:jc w:val="center"/>
              <w:rPr>
                <w:sz w:val="24"/>
              </w:rPr>
            </w:pPr>
          </w:p>
        </w:tc>
        <w:tc>
          <w:tcPr>
            <w:tcW w:w="1563" w:type="dxa"/>
            <w:shd w:val="clear" w:color="auto" w:fill="auto"/>
          </w:tcPr>
          <w:p w:rsidR="00613CDF" w:rsidRPr="007F3C79" w:rsidRDefault="00277343" w:rsidP="00822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7F3C7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  <w:r w:rsidR="0019165B" w:rsidRPr="007F3C7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6580" w:type="dxa"/>
            <w:shd w:val="clear" w:color="auto" w:fill="auto"/>
          </w:tcPr>
          <w:p w:rsidR="00613CDF" w:rsidRPr="007F3C79" w:rsidRDefault="00277343" w:rsidP="00277343">
            <w:pPr>
              <w:pStyle w:val="a7"/>
              <w:rPr>
                <w:bCs/>
                <w:sz w:val="24"/>
              </w:rPr>
            </w:pPr>
            <w:r w:rsidRPr="007F3C79">
              <w:rPr>
                <w:sz w:val="24"/>
              </w:rPr>
              <w:t xml:space="preserve">Решение примеров и задач  на вычитание однозначных чисел в пределах 20 с переходом через разряд путем </w:t>
            </w:r>
            <w:proofErr w:type="gramStart"/>
            <w:r w:rsidRPr="007F3C79">
              <w:rPr>
                <w:sz w:val="24"/>
              </w:rPr>
              <w:t>разложения</w:t>
            </w:r>
            <w:proofErr w:type="gramEnd"/>
            <w:r w:rsidRPr="007F3C79">
              <w:rPr>
                <w:sz w:val="24"/>
              </w:rPr>
              <w:t xml:space="preserve"> вычитаемого  на два числа.</w:t>
            </w:r>
          </w:p>
        </w:tc>
      </w:tr>
      <w:tr w:rsidR="00613CDF" w:rsidRPr="007F3C79" w:rsidTr="00471702">
        <w:tc>
          <w:tcPr>
            <w:tcW w:w="2093" w:type="dxa"/>
            <w:shd w:val="clear" w:color="auto" w:fill="auto"/>
          </w:tcPr>
          <w:p w:rsidR="00613CDF" w:rsidRPr="00471702" w:rsidRDefault="00277343" w:rsidP="00277343">
            <w:pPr>
              <w:pStyle w:val="a7"/>
              <w:rPr>
                <w:sz w:val="24"/>
              </w:rPr>
            </w:pPr>
            <w:r w:rsidRPr="00471702">
              <w:rPr>
                <w:sz w:val="24"/>
              </w:rPr>
              <w:t>Меры длины, времени, массы, стоимости</w:t>
            </w:r>
          </w:p>
        </w:tc>
        <w:tc>
          <w:tcPr>
            <w:tcW w:w="1563" w:type="dxa"/>
            <w:shd w:val="clear" w:color="auto" w:fill="auto"/>
          </w:tcPr>
          <w:p w:rsidR="00613CDF" w:rsidRPr="007F3C79" w:rsidRDefault="0019165B" w:rsidP="00822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7F3C7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6580" w:type="dxa"/>
            <w:shd w:val="clear" w:color="auto" w:fill="auto"/>
          </w:tcPr>
          <w:p w:rsidR="00E555A4" w:rsidRPr="007F3C79" w:rsidRDefault="00E555A4" w:rsidP="00E55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C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Числа, полученные при измерении. Меры времени: минута, месяц, год. Календарь. Порядок месяцев в году, определение времени по часам с точностью до 5 минут. </w:t>
            </w:r>
            <w:r w:rsidRPr="007F3C79">
              <w:rPr>
                <w:rFonts w:ascii="Times New Roman" w:hAnsi="Times New Roman" w:cs="Times New Roman"/>
                <w:sz w:val="24"/>
                <w:szCs w:val="24"/>
              </w:rPr>
              <w:t xml:space="preserve">Мера стоимости: 1 </w:t>
            </w:r>
            <w:r w:rsidRPr="007F3C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руб. Мера веса: 1 центнер. Мера длины: </w:t>
            </w:r>
            <w:smartTag w:uri="urn:schemas-microsoft-com:office:smarttags" w:element="metricconverter">
              <w:smartTagPr>
                <w:attr w:name="ProductID" w:val="1 метр"/>
              </w:smartTagPr>
              <w:r w:rsidRPr="007F3C79">
                <w:rPr>
                  <w:rFonts w:ascii="Times New Roman" w:hAnsi="Times New Roman" w:cs="Times New Roman"/>
                  <w:sz w:val="24"/>
                  <w:szCs w:val="24"/>
                </w:rPr>
                <w:t>1 метр</w:t>
              </w:r>
            </w:smartTag>
            <w:r w:rsidRPr="007F3C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555A4" w:rsidRPr="007F3C79" w:rsidRDefault="00E555A4" w:rsidP="00E55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3CDF" w:rsidRPr="007F3C79" w:rsidRDefault="00613CDF" w:rsidP="00277343">
            <w:pPr>
              <w:pStyle w:val="a7"/>
              <w:rPr>
                <w:bCs/>
                <w:sz w:val="24"/>
              </w:rPr>
            </w:pPr>
          </w:p>
        </w:tc>
      </w:tr>
      <w:tr w:rsidR="00613CDF" w:rsidRPr="00D116B6" w:rsidTr="00471702">
        <w:tc>
          <w:tcPr>
            <w:tcW w:w="2093" w:type="dxa"/>
            <w:shd w:val="clear" w:color="auto" w:fill="auto"/>
          </w:tcPr>
          <w:p w:rsidR="007A6122" w:rsidRPr="00471702" w:rsidRDefault="00E555A4" w:rsidP="00E555A4">
            <w:pPr>
              <w:pStyle w:val="a7"/>
              <w:rPr>
                <w:sz w:val="24"/>
              </w:rPr>
            </w:pPr>
            <w:r w:rsidRPr="00471702">
              <w:rPr>
                <w:sz w:val="24"/>
              </w:rPr>
              <w:lastRenderedPageBreak/>
              <w:t>Умножение и деление 2, 3, 4, 5, 6.</w:t>
            </w:r>
          </w:p>
          <w:p w:rsidR="00613CDF" w:rsidRPr="00471702" w:rsidRDefault="00613CDF" w:rsidP="0082226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3" w:type="dxa"/>
            <w:shd w:val="clear" w:color="auto" w:fill="auto"/>
          </w:tcPr>
          <w:p w:rsidR="00613CDF" w:rsidRPr="007F3C79" w:rsidRDefault="00E555A4" w:rsidP="00822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7F3C7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  <w:r w:rsidR="0019165B" w:rsidRPr="007F3C7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6580" w:type="dxa"/>
            <w:shd w:val="clear" w:color="auto" w:fill="auto"/>
          </w:tcPr>
          <w:p w:rsidR="00E555A4" w:rsidRPr="007F3C79" w:rsidRDefault="00E555A4" w:rsidP="00E555A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3C79">
              <w:rPr>
                <w:rFonts w:ascii="Times New Roman" w:hAnsi="Times New Roman"/>
                <w:sz w:val="24"/>
                <w:szCs w:val="24"/>
              </w:rPr>
              <w:t xml:space="preserve">Табличное умножение и деление чисел в пределах 20. </w:t>
            </w:r>
          </w:p>
          <w:p w:rsidR="00E555A4" w:rsidRPr="007F3C79" w:rsidRDefault="00E555A4" w:rsidP="00E555A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3C79">
              <w:rPr>
                <w:rFonts w:ascii="Times New Roman" w:hAnsi="Times New Roman"/>
                <w:sz w:val="24"/>
                <w:szCs w:val="24"/>
              </w:rPr>
              <w:t>Переместительное свойство произведения, связь таблицы умножения и деления.</w:t>
            </w:r>
          </w:p>
          <w:p w:rsidR="00613CDF" w:rsidRPr="007F3C79" w:rsidRDefault="00E555A4" w:rsidP="00E555A4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7F3C79">
              <w:rPr>
                <w:rFonts w:ascii="Times New Roman" w:hAnsi="Times New Roman"/>
                <w:sz w:val="24"/>
                <w:szCs w:val="24"/>
              </w:rPr>
              <w:t>Решение задач на нахождение стоимости, цены, количества товара.</w:t>
            </w:r>
          </w:p>
        </w:tc>
      </w:tr>
      <w:tr w:rsidR="00613CDF" w:rsidRPr="00D116B6" w:rsidTr="00471702">
        <w:tc>
          <w:tcPr>
            <w:tcW w:w="2093" w:type="dxa"/>
            <w:shd w:val="clear" w:color="auto" w:fill="auto"/>
          </w:tcPr>
          <w:p w:rsidR="00613CDF" w:rsidRPr="00471702" w:rsidRDefault="00E555A4" w:rsidP="0082226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71702">
              <w:rPr>
                <w:rFonts w:ascii="Times New Roman" w:hAnsi="Times New Roman"/>
                <w:sz w:val="24"/>
                <w:szCs w:val="24"/>
              </w:rPr>
              <w:t>Сотня</w:t>
            </w:r>
          </w:p>
        </w:tc>
        <w:tc>
          <w:tcPr>
            <w:tcW w:w="1563" w:type="dxa"/>
            <w:shd w:val="clear" w:color="auto" w:fill="auto"/>
          </w:tcPr>
          <w:p w:rsidR="00613CDF" w:rsidRPr="007F3C79" w:rsidRDefault="00E555A4" w:rsidP="00822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7F3C7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6580" w:type="dxa"/>
            <w:shd w:val="clear" w:color="auto" w:fill="auto"/>
          </w:tcPr>
          <w:p w:rsidR="00E555A4" w:rsidRPr="007F3C79" w:rsidRDefault="00E555A4" w:rsidP="00E555A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3C79">
              <w:rPr>
                <w:rFonts w:ascii="Times New Roman" w:hAnsi="Times New Roman"/>
                <w:sz w:val="24"/>
                <w:szCs w:val="24"/>
              </w:rPr>
              <w:t>Устная и письменная нумерация.</w:t>
            </w:r>
          </w:p>
          <w:p w:rsidR="00E555A4" w:rsidRPr="007F3C79" w:rsidRDefault="00E555A4" w:rsidP="00E555A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3C79">
              <w:rPr>
                <w:rFonts w:ascii="Times New Roman" w:hAnsi="Times New Roman"/>
                <w:sz w:val="24"/>
                <w:szCs w:val="24"/>
              </w:rPr>
              <w:t>Сравнение чисел 1-100.</w:t>
            </w:r>
          </w:p>
          <w:p w:rsidR="00E555A4" w:rsidRPr="007F3C79" w:rsidRDefault="00E555A4" w:rsidP="00E555A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3C79">
              <w:rPr>
                <w:rFonts w:ascii="Times New Roman" w:hAnsi="Times New Roman"/>
                <w:sz w:val="24"/>
                <w:szCs w:val="24"/>
              </w:rPr>
              <w:t>Разряды: единицы, десятки, сотни.</w:t>
            </w:r>
          </w:p>
          <w:p w:rsidR="00E555A4" w:rsidRPr="007F3C79" w:rsidRDefault="00E555A4" w:rsidP="00E555A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F3C79">
              <w:rPr>
                <w:rFonts w:ascii="Times New Roman" w:hAnsi="Times New Roman"/>
                <w:sz w:val="24"/>
                <w:szCs w:val="24"/>
              </w:rPr>
              <w:t>Сложение и вычитание круглых десятков.</w:t>
            </w:r>
          </w:p>
          <w:p w:rsidR="00613CDF" w:rsidRPr="007F3C79" w:rsidRDefault="00E555A4" w:rsidP="0019165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F3C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Мера стоимости-1 рубль, мера длины </w:t>
            </w:r>
            <w:smartTag w:uri="urn:schemas-microsoft-com:office:smarttags" w:element="metricconverter">
              <w:smartTagPr>
                <w:attr w:name="ProductID" w:val="-1 метр"/>
              </w:smartTagPr>
              <w:r w:rsidRPr="007F3C79"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-1 метр</w:t>
              </w:r>
            </w:smartTag>
            <w:r w:rsidRPr="007F3C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19165B" w:rsidRPr="007F3C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Нумерация чисел в пределах 100. Круглые десятки.  Получение и разложение двузначных чисел на десятки и единицы. Сравнение чисел. Понятие разряда. Увеличение и уменьшение чисел на несколько десятков, единиц. Числа четные и не четные. Сложение и вычитание чисел в пределах ста без перехода через разряд. Действия </w:t>
            </w:r>
            <w:r w:rsidR="0019165B" w:rsidRPr="007F3C79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19165B" w:rsidRPr="007F3C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</w:t>
            </w:r>
            <w:r w:rsidR="0019165B" w:rsidRPr="007F3C79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="0019165B" w:rsidRPr="007F3C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ступени. Скобки. Простые, составные арифметические задачи. </w:t>
            </w:r>
          </w:p>
        </w:tc>
      </w:tr>
      <w:tr w:rsidR="00E555A4" w:rsidRPr="00D116B6" w:rsidTr="00471702">
        <w:tc>
          <w:tcPr>
            <w:tcW w:w="2093" w:type="dxa"/>
            <w:shd w:val="clear" w:color="auto" w:fill="auto"/>
          </w:tcPr>
          <w:p w:rsidR="00E555A4" w:rsidRPr="00471702" w:rsidRDefault="00E555A4" w:rsidP="0082226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71702">
              <w:rPr>
                <w:rFonts w:ascii="Times New Roman" w:hAnsi="Times New Roman"/>
                <w:sz w:val="24"/>
                <w:szCs w:val="24"/>
              </w:rPr>
              <w:t>Геометрический материал</w:t>
            </w:r>
          </w:p>
        </w:tc>
        <w:tc>
          <w:tcPr>
            <w:tcW w:w="1563" w:type="dxa"/>
            <w:shd w:val="clear" w:color="auto" w:fill="auto"/>
          </w:tcPr>
          <w:p w:rsidR="00E555A4" w:rsidRPr="007F3C79" w:rsidRDefault="00E555A4" w:rsidP="00E5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3C79">
              <w:rPr>
                <w:rFonts w:ascii="Times New Roman" w:hAnsi="Times New Roman" w:cs="Times New Roman"/>
                <w:sz w:val="24"/>
                <w:szCs w:val="24"/>
              </w:rPr>
              <w:t xml:space="preserve"> (в течение года)</w:t>
            </w:r>
          </w:p>
          <w:p w:rsidR="00E555A4" w:rsidRPr="007F3C79" w:rsidRDefault="00E555A4" w:rsidP="00822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580" w:type="dxa"/>
            <w:shd w:val="clear" w:color="auto" w:fill="auto"/>
          </w:tcPr>
          <w:p w:rsidR="00E555A4" w:rsidRPr="007F3C79" w:rsidRDefault="00E555A4" w:rsidP="00E55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3C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Окружность. Круг. Построение окружности с помощью циркуля. Четырехугольники (прямоугольник, квадрат, построение по опорным точкам). Построение отрезка заданной длины. Прямая и кривая линии. Точка пересечения линий. </w:t>
            </w:r>
          </w:p>
          <w:p w:rsidR="00E555A4" w:rsidRPr="007F3C79" w:rsidRDefault="00E555A4" w:rsidP="00E555A4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555A4" w:rsidRPr="007F3C79" w:rsidTr="00471702">
        <w:tc>
          <w:tcPr>
            <w:tcW w:w="2093" w:type="dxa"/>
            <w:shd w:val="clear" w:color="auto" w:fill="auto"/>
          </w:tcPr>
          <w:p w:rsidR="00E555A4" w:rsidRPr="00471702" w:rsidRDefault="00E555A4" w:rsidP="0082226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71702">
              <w:rPr>
                <w:rFonts w:ascii="Times New Roman" w:eastAsia="Times New Roman" w:hAnsi="Times New Roman"/>
                <w:sz w:val="24"/>
                <w:szCs w:val="24"/>
              </w:rPr>
              <w:t>Повторение</w:t>
            </w:r>
          </w:p>
        </w:tc>
        <w:tc>
          <w:tcPr>
            <w:tcW w:w="1563" w:type="dxa"/>
            <w:shd w:val="clear" w:color="auto" w:fill="auto"/>
          </w:tcPr>
          <w:p w:rsidR="00E555A4" w:rsidRPr="007F3C79" w:rsidRDefault="0019165B" w:rsidP="00822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7F3C7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6580" w:type="dxa"/>
            <w:shd w:val="clear" w:color="auto" w:fill="auto"/>
          </w:tcPr>
          <w:p w:rsidR="0019165B" w:rsidRPr="007F3C79" w:rsidRDefault="0019165B" w:rsidP="001916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C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Нумерация чисел в пределах 100. Увеличение и уменьшение числа на несколько единиц. Решение простых задач. Решение задач в два действия. Порядок действий при решении примеров. </w:t>
            </w:r>
            <w:r w:rsidRPr="007F3C79">
              <w:rPr>
                <w:rFonts w:ascii="Times New Roman" w:hAnsi="Times New Roman" w:cs="Times New Roman"/>
                <w:sz w:val="24"/>
                <w:szCs w:val="24"/>
              </w:rPr>
              <w:t xml:space="preserve">Таблица умножения. Геометрический материал. </w:t>
            </w:r>
          </w:p>
          <w:p w:rsidR="00E555A4" w:rsidRPr="007F3C79" w:rsidRDefault="00E555A4" w:rsidP="0019165B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555A4" w:rsidRPr="007F3C79" w:rsidTr="00471702">
        <w:tc>
          <w:tcPr>
            <w:tcW w:w="2093" w:type="dxa"/>
            <w:shd w:val="clear" w:color="auto" w:fill="auto"/>
          </w:tcPr>
          <w:p w:rsidR="00E555A4" w:rsidRPr="007F3C79" w:rsidRDefault="00E555A4" w:rsidP="0082226D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7F3C79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63" w:type="dxa"/>
            <w:shd w:val="clear" w:color="auto" w:fill="auto"/>
          </w:tcPr>
          <w:p w:rsidR="00E555A4" w:rsidRPr="007F3C79" w:rsidRDefault="00E555A4" w:rsidP="00822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7F3C7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68</w:t>
            </w:r>
          </w:p>
        </w:tc>
        <w:tc>
          <w:tcPr>
            <w:tcW w:w="6580" w:type="dxa"/>
            <w:shd w:val="clear" w:color="auto" w:fill="auto"/>
          </w:tcPr>
          <w:p w:rsidR="00E555A4" w:rsidRPr="007F3C79" w:rsidRDefault="00E555A4" w:rsidP="00613CDF">
            <w:pPr>
              <w:pStyle w:val="a4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613CDF" w:rsidRPr="007F3C79" w:rsidRDefault="00613CDF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3E662B" w:rsidRPr="007F3C79" w:rsidRDefault="00575753" w:rsidP="00575753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F3C79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</w:t>
      </w:r>
      <w:r w:rsidR="009508DB" w:rsidRPr="007F3C7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E662B" w:rsidRPr="007F3C79">
        <w:rPr>
          <w:rFonts w:ascii="Times New Roman" w:hAnsi="Times New Roman" w:cs="Times New Roman"/>
          <w:b/>
          <w:sz w:val="24"/>
          <w:szCs w:val="24"/>
          <w:lang w:val="ru-RU"/>
        </w:rPr>
        <w:t>УЧЕБНО-ТЕМАТИЧЕСКИЙ ПЛАН</w:t>
      </w:r>
      <w:r w:rsidR="003E662B" w:rsidRPr="007F3C79">
        <w:rPr>
          <w:rFonts w:ascii="Times New Roman" w:hAnsi="Times New Roman" w:cs="Times New Roman"/>
          <w:b/>
          <w:sz w:val="24"/>
          <w:szCs w:val="24"/>
          <w:lang w:val="ru-RU"/>
        </w:rPr>
        <w:tab/>
      </w:r>
    </w:p>
    <w:tbl>
      <w:tblPr>
        <w:tblStyle w:val="a9"/>
        <w:tblpPr w:leftFromText="180" w:rightFromText="180" w:vertAnchor="text" w:horzAnchor="margin" w:tblpXSpec="center" w:tblpY="296"/>
        <w:tblW w:w="0" w:type="auto"/>
        <w:tblLook w:val="04A0" w:firstRow="1" w:lastRow="0" w:firstColumn="1" w:lastColumn="0" w:noHBand="0" w:noVBand="1"/>
      </w:tblPr>
      <w:tblGrid>
        <w:gridCol w:w="560"/>
        <w:gridCol w:w="6356"/>
        <w:gridCol w:w="2655"/>
      </w:tblGrid>
      <w:tr w:rsidR="00471702" w:rsidRPr="007F3C79" w:rsidTr="00471702">
        <w:trPr>
          <w:trHeight w:val="797"/>
        </w:trPr>
        <w:tc>
          <w:tcPr>
            <w:tcW w:w="560" w:type="dxa"/>
          </w:tcPr>
          <w:p w:rsidR="00471702" w:rsidRPr="007F3C79" w:rsidRDefault="00471702" w:rsidP="0047170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F3C7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6356" w:type="dxa"/>
          </w:tcPr>
          <w:p w:rsidR="00471702" w:rsidRPr="007F3C79" w:rsidRDefault="00471702" w:rsidP="0047170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F3C7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Содержание программного материала</w:t>
            </w:r>
          </w:p>
        </w:tc>
        <w:tc>
          <w:tcPr>
            <w:tcW w:w="2655" w:type="dxa"/>
          </w:tcPr>
          <w:p w:rsidR="00471702" w:rsidRPr="007F3C79" w:rsidRDefault="00471702" w:rsidP="0047170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F3C7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Количество часов</w:t>
            </w:r>
          </w:p>
        </w:tc>
      </w:tr>
      <w:tr w:rsidR="00471702" w:rsidRPr="007F3C79" w:rsidTr="00471702">
        <w:trPr>
          <w:trHeight w:val="312"/>
        </w:trPr>
        <w:tc>
          <w:tcPr>
            <w:tcW w:w="560" w:type="dxa"/>
          </w:tcPr>
          <w:p w:rsidR="00471702" w:rsidRPr="007F3C79" w:rsidRDefault="00471702" w:rsidP="0047170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3C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6356" w:type="dxa"/>
          </w:tcPr>
          <w:p w:rsidR="00471702" w:rsidRPr="00471702" w:rsidRDefault="00471702" w:rsidP="00471702">
            <w:pPr>
              <w:pStyle w:val="a7"/>
              <w:rPr>
                <w:i/>
                <w:sz w:val="24"/>
              </w:rPr>
            </w:pPr>
            <w:r w:rsidRPr="00471702">
              <w:rPr>
                <w:sz w:val="24"/>
              </w:rPr>
              <w:t xml:space="preserve">Повторение (первый десяток) </w:t>
            </w:r>
          </w:p>
        </w:tc>
        <w:tc>
          <w:tcPr>
            <w:tcW w:w="2655" w:type="dxa"/>
          </w:tcPr>
          <w:p w:rsidR="00471702" w:rsidRPr="007F3C79" w:rsidRDefault="00471702" w:rsidP="0047170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3C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</w:tr>
      <w:tr w:rsidR="00471702" w:rsidRPr="007F3C79" w:rsidTr="00471702">
        <w:trPr>
          <w:trHeight w:val="515"/>
        </w:trPr>
        <w:tc>
          <w:tcPr>
            <w:tcW w:w="560" w:type="dxa"/>
          </w:tcPr>
          <w:p w:rsidR="00471702" w:rsidRPr="007F3C79" w:rsidRDefault="00471702" w:rsidP="0047170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3C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</w:t>
            </w:r>
          </w:p>
        </w:tc>
        <w:tc>
          <w:tcPr>
            <w:tcW w:w="6356" w:type="dxa"/>
          </w:tcPr>
          <w:p w:rsidR="00471702" w:rsidRPr="00471702" w:rsidRDefault="00471702" w:rsidP="00471702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717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Сложение однозначных чисел в пределах 20 с переходом через десяток.</w:t>
            </w:r>
          </w:p>
        </w:tc>
        <w:tc>
          <w:tcPr>
            <w:tcW w:w="2655" w:type="dxa"/>
          </w:tcPr>
          <w:p w:rsidR="00471702" w:rsidRPr="007F3C79" w:rsidRDefault="00471702" w:rsidP="0047170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3C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</w:tr>
      <w:tr w:rsidR="00471702" w:rsidRPr="007F3C79" w:rsidTr="00471702">
        <w:tc>
          <w:tcPr>
            <w:tcW w:w="560" w:type="dxa"/>
          </w:tcPr>
          <w:p w:rsidR="00471702" w:rsidRPr="007F3C79" w:rsidRDefault="00471702" w:rsidP="0047170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3C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</w:t>
            </w:r>
          </w:p>
        </w:tc>
        <w:tc>
          <w:tcPr>
            <w:tcW w:w="6356" w:type="dxa"/>
          </w:tcPr>
          <w:p w:rsidR="00471702" w:rsidRPr="00471702" w:rsidRDefault="00471702" w:rsidP="0047170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7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Вычитание однозначных чисел с переходом через десяток.</w:t>
            </w:r>
          </w:p>
        </w:tc>
        <w:tc>
          <w:tcPr>
            <w:tcW w:w="2655" w:type="dxa"/>
          </w:tcPr>
          <w:p w:rsidR="00471702" w:rsidRPr="007F3C79" w:rsidRDefault="00471702" w:rsidP="0047170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3C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</w:tr>
      <w:tr w:rsidR="00471702" w:rsidRPr="007F3C79" w:rsidTr="00471702">
        <w:tc>
          <w:tcPr>
            <w:tcW w:w="560" w:type="dxa"/>
          </w:tcPr>
          <w:p w:rsidR="00471702" w:rsidRPr="007F3C79" w:rsidRDefault="00471702" w:rsidP="0047170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3C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</w:t>
            </w:r>
          </w:p>
        </w:tc>
        <w:tc>
          <w:tcPr>
            <w:tcW w:w="6356" w:type="dxa"/>
          </w:tcPr>
          <w:p w:rsidR="00471702" w:rsidRPr="00471702" w:rsidRDefault="00471702" w:rsidP="00471702">
            <w:pPr>
              <w:pStyle w:val="a7"/>
              <w:rPr>
                <w:sz w:val="24"/>
              </w:rPr>
            </w:pPr>
            <w:r w:rsidRPr="00471702">
              <w:rPr>
                <w:sz w:val="24"/>
              </w:rPr>
              <w:t>Меры длины, времени, массы, стоимости</w:t>
            </w:r>
          </w:p>
        </w:tc>
        <w:tc>
          <w:tcPr>
            <w:tcW w:w="2655" w:type="dxa"/>
          </w:tcPr>
          <w:p w:rsidR="00471702" w:rsidRPr="007F3C79" w:rsidRDefault="00471702" w:rsidP="0047170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3C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</w:tr>
      <w:tr w:rsidR="00471702" w:rsidRPr="007F3C79" w:rsidTr="00471702">
        <w:trPr>
          <w:trHeight w:val="334"/>
        </w:trPr>
        <w:tc>
          <w:tcPr>
            <w:tcW w:w="560" w:type="dxa"/>
          </w:tcPr>
          <w:p w:rsidR="00471702" w:rsidRPr="007F3C79" w:rsidRDefault="00471702" w:rsidP="0047170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3C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</w:t>
            </w:r>
          </w:p>
        </w:tc>
        <w:tc>
          <w:tcPr>
            <w:tcW w:w="6356" w:type="dxa"/>
          </w:tcPr>
          <w:p w:rsidR="00471702" w:rsidRPr="00471702" w:rsidRDefault="00471702" w:rsidP="00471702">
            <w:pPr>
              <w:pStyle w:val="a7"/>
              <w:rPr>
                <w:sz w:val="24"/>
              </w:rPr>
            </w:pPr>
            <w:r w:rsidRPr="00471702">
              <w:rPr>
                <w:sz w:val="24"/>
              </w:rPr>
              <w:t>Умножение и деление 2, 3, 4, 5, 6.</w:t>
            </w:r>
          </w:p>
        </w:tc>
        <w:tc>
          <w:tcPr>
            <w:tcW w:w="2655" w:type="dxa"/>
          </w:tcPr>
          <w:p w:rsidR="00471702" w:rsidRPr="007F3C79" w:rsidRDefault="00471702" w:rsidP="0047170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3C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</w:tr>
      <w:tr w:rsidR="00471702" w:rsidRPr="007F3C79" w:rsidTr="00471702">
        <w:tc>
          <w:tcPr>
            <w:tcW w:w="560" w:type="dxa"/>
          </w:tcPr>
          <w:p w:rsidR="00471702" w:rsidRPr="007F3C79" w:rsidRDefault="00471702" w:rsidP="0047170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3C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</w:t>
            </w:r>
          </w:p>
        </w:tc>
        <w:tc>
          <w:tcPr>
            <w:tcW w:w="6356" w:type="dxa"/>
          </w:tcPr>
          <w:p w:rsidR="00471702" w:rsidRPr="00471702" w:rsidRDefault="00471702" w:rsidP="0047170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702">
              <w:rPr>
                <w:rFonts w:ascii="Times New Roman" w:hAnsi="Times New Roman" w:cs="Times New Roman"/>
                <w:sz w:val="24"/>
                <w:szCs w:val="24"/>
              </w:rPr>
              <w:t>Сотня</w:t>
            </w:r>
          </w:p>
        </w:tc>
        <w:tc>
          <w:tcPr>
            <w:tcW w:w="2655" w:type="dxa"/>
          </w:tcPr>
          <w:p w:rsidR="00471702" w:rsidRPr="007F3C79" w:rsidRDefault="00471702" w:rsidP="0047170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3C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</w:tr>
      <w:tr w:rsidR="00471702" w:rsidRPr="007F3C79" w:rsidTr="00471702">
        <w:tc>
          <w:tcPr>
            <w:tcW w:w="560" w:type="dxa"/>
          </w:tcPr>
          <w:p w:rsidR="00471702" w:rsidRPr="007F3C79" w:rsidRDefault="00471702" w:rsidP="0047170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3C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</w:t>
            </w:r>
          </w:p>
        </w:tc>
        <w:tc>
          <w:tcPr>
            <w:tcW w:w="6356" w:type="dxa"/>
          </w:tcPr>
          <w:p w:rsidR="00471702" w:rsidRPr="00471702" w:rsidRDefault="00471702" w:rsidP="00471702">
            <w:pPr>
              <w:tabs>
                <w:tab w:val="left" w:pos="4830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702"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655" w:type="dxa"/>
          </w:tcPr>
          <w:p w:rsidR="00471702" w:rsidRPr="00471702" w:rsidRDefault="00471702" w:rsidP="0047170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3C79">
              <w:rPr>
                <w:rFonts w:ascii="Times New Roman" w:hAnsi="Times New Roman" w:cs="Times New Roman"/>
                <w:sz w:val="24"/>
                <w:szCs w:val="24"/>
              </w:rPr>
              <w:t>(в течение года)</w:t>
            </w:r>
          </w:p>
        </w:tc>
      </w:tr>
      <w:tr w:rsidR="00471702" w:rsidRPr="007F3C79" w:rsidTr="00471702">
        <w:trPr>
          <w:trHeight w:val="70"/>
        </w:trPr>
        <w:tc>
          <w:tcPr>
            <w:tcW w:w="560" w:type="dxa"/>
          </w:tcPr>
          <w:p w:rsidR="00471702" w:rsidRPr="007F3C79" w:rsidRDefault="00471702" w:rsidP="0047170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3C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</w:t>
            </w:r>
          </w:p>
        </w:tc>
        <w:tc>
          <w:tcPr>
            <w:tcW w:w="6356" w:type="dxa"/>
          </w:tcPr>
          <w:p w:rsidR="00471702" w:rsidRPr="00471702" w:rsidRDefault="00471702" w:rsidP="0047170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1702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2655" w:type="dxa"/>
          </w:tcPr>
          <w:p w:rsidR="00471702" w:rsidRPr="007F3C79" w:rsidRDefault="00471702" w:rsidP="0047170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3C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</w:tr>
      <w:tr w:rsidR="00471702" w:rsidRPr="007F3C79" w:rsidTr="00471702">
        <w:trPr>
          <w:trHeight w:val="70"/>
        </w:trPr>
        <w:tc>
          <w:tcPr>
            <w:tcW w:w="560" w:type="dxa"/>
          </w:tcPr>
          <w:p w:rsidR="00471702" w:rsidRPr="007F3C79" w:rsidRDefault="00471702" w:rsidP="0047170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356" w:type="dxa"/>
          </w:tcPr>
          <w:p w:rsidR="00471702" w:rsidRPr="007F3C79" w:rsidRDefault="00471702" w:rsidP="0047170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3C79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655" w:type="dxa"/>
          </w:tcPr>
          <w:p w:rsidR="00471702" w:rsidRPr="007F3C79" w:rsidRDefault="00471702" w:rsidP="0047170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3C7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68</w:t>
            </w:r>
          </w:p>
        </w:tc>
      </w:tr>
    </w:tbl>
    <w:p w:rsidR="00471702" w:rsidRDefault="00471702" w:rsidP="00D53520">
      <w:pPr>
        <w:pStyle w:val="style4"/>
        <w:shd w:val="clear" w:color="auto" w:fill="FFFFFF"/>
        <w:spacing w:before="0" w:beforeAutospacing="0" w:after="0" w:afterAutospacing="0"/>
        <w:jc w:val="both"/>
        <w:rPr>
          <w:b/>
        </w:rPr>
      </w:pPr>
    </w:p>
    <w:sectPr w:rsidR="00471702" w:rsidSect="000152D6">
      <w:footerReference w:type="default" r:id="rId10"/>
      <w:pgSz w:w="11906" w:h="16838"/>
      <w:pgMar w:top="851" w:right="567" w:bottom="851" w:left="85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2036" w:rsidRDefault="00D02036" w:rsidP="00743ED8">
      <w:pPr>
        <w:spacing w:after="0" w:line="240" w:lineRule="auto"/>
      </w:pPr>
      <w:r>
        <w:separator/>
      </w:r>
    </w:p>
  </w:endnote>
  <w:endnote w:type="continuationSeparator" w:id="0">
    <w:p w:rsidR="00D02036" w:rsidRDefault="00D02036" w:rsidP="00743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152132"/>
      <w:docPartObj>
        <w:docPartGallery w:val="Page Numbers (Bottom of Page)"/>
        <w:docPartUnique/>
      </w:docPartObj>
    </w:sdtPr>
    <w:sdtEndPr/>
    <w:sdtContent>
      <w:p w:rsidR="000152D6" w:rsidRDefault="00304339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116B6">
          <w:t>4</w:t>
        </w:r>
        <w:r>
          <w:fldChar w:fldCharType="end"/>
        </w:r>
      </w:p>
    </w:sdtContent>
  </w:sdt>
  <w:p w:rsidR="000152D6" w:rsidRDefault="000152D6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2036" w:rsidRDefault="00D02036" w:rsidP="00743ED8">
      <w:pPr>
        <w:spacing w:after="0" w:line="240" w:lineRule="auto"/>
      </w:pPr>
      <w:r>
        <w:separator/>
      </w:r>
    </w:p>
  </w:footnote>
  <w:footnote w:type="continuationSeparator" w:id="0">
    <w:p w:rsidR="00D02036" w:rsidRDefault="00D02036" w:rsidP="00743E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3591E"/>
    <w:multiLevelType w:val="hybridMultilevel"/>
    <w:tmpl w:val="AC166C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4F1120"/>
    <w:multiLevelType w:val="hybridMultilevel"/>
    <w:tmpl w:val="F33A90D4"/>
    <w:lvl w:ilvl="0" w:tplc="B4F0DD28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05C46194"/>
    <w:multiLevelType w:val="hybridMultilevel"/>
    <w:tmpl w:val="C62887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084B6D"/>
    <w:multiLevelType w:val="hybridMultilevel"/>
    <w:tmpl w:val="94C863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8070B1"/>
    <w:multiLevelType w:val="hybridMultilevel"/>
    <w:tmpl w:val="A0CC591C"/>
    <w:lvl w:ilvl="0" w:tplc="E45C50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186BD1"/>
    <w:multiLevelType w:val="hybridMultilevel"/>
    <w:tmpl w:val="DF485A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33774F"/>
    <w:multiLevelType w:val="hybridMultilevel"/>
    <w:tmpl w:val="FFA64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E32C89"/>
    <w:multiLevelType w:val="hybridMultilevel"/>
    <w:tmpl w:val="3FDC6A3C"/>
    <w:lvl w:ilvl="0" w:tplc="0419000B">
      <w:start w:val="1"/>
      <w:numFmt w:val="bullet"/>
      <w:lvlText w:val=""/>
      <w:lvlJc w:val="left"/>
      <w:pPr>
        <w:ind w:left="11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8">
    <w:nsid w:val="1DB56919"/>
    <w:multiLevelType w:val="hybridMultilevel"/>
    <w:tmpl w:val="BE38243A"/>
    <w:lvl w:ilvl="0" w:tplc="702CC66C">
      <w:start w:val="1"/>
      <w:numFmt w:val="decimal"/>
      <w:lvlText w:val="%1."/>
      <w:lvlJc w:val="left"/>
      <w:pPr>
        <w:ind w:left="389" w:hanging="360"/>
      </w:pPr>
    </w:lvl>
    <w:lvl w:ilvl="1" w:tplc="04190019">
      <w:start w:val="1"/>
      <w:numFmt w:val="lowerLetter"/>
      <w:lvlText w:val="%2."/>
      <w:lvlJc w:val="left"/>
      <w:pPr>
        <w:ind w:left="1109" w:hanging="360"/>
      </w:pPr>
    </w:lvl>
    <w:lvl w:ilvl="2" w:tplc="0419001B">
      <w:start w:val="1"/>
      <w:numFmt w:val="lowerRoman"/>
      <w:lvlText w:val="%3."/>
      <w:lvlJc w:val="right"/>
      <w:pPr>
        <w:ind w:left="1829" w:hanging="180"/>
      </w:pPr>
    </w:lvl>
    <w:lvl w:ilvl="3" w:tplc="0419000F">
      <w:start w:val="1"/>
      <w:numFmt w:val="decimal"/>
      <w:lvlText w:val="%4."/>
      <w:lvlJc w:val="left"/>
      <w:pPr>
        <w:ind w:left="2549" w:hanging="360"/>
      </w:pPr>
    </w:lvl>
    <w:lvl w:ilvl="4" w:tplc="04190019">
      <w:start w:val="1"/>
      <w:numFmt w:val="lowerLetter"/>
      <w:lvlText w:val="%5."/>
      <w:lvlJc w:val="left"/>
      <w:pPr>
        <w:ind w:left="3269" w:hanging="360"/>
      </w:pPr>
    </w:lvl>
    <w:lvl w:ilvl="5" w:tplc="0419001B">
      <w:start w:val="1"/>
      <w:numFmt w:val="lowerRoman"/>
      <w:lvlText w:val="%6."/>
      <w:lvlJc w:val="right"/>
      <w:pPr>
        <w:ind w:left="3989" w:hanging="180"/>
      </w:pPr>
    </w:lvl>
    <w:lvl w:ilvl="6" w:tplc="0419000F">
      <w:start w:val="1"/>
      <w:numFmt w:val="decimal"/>
      <w:lvlText w:val="%7."/>
      <w:lvlJc w:val="left"/>
      <w:pPr>
        <w:ind w:left="4709" w:hanging="360"/>
      </w:pPr>
    </w:lvl>
    <w:lvl w:ilvl="7" w:tplc="04190019">
      <w:start w:val="1"/>
      <w:numFmt w:val="lowerLetter"/>
      <w:lvlText w:val="%8."/>
      <w:lvlJc w:val="left"/>
      <w:pPr>
        <w:ind w:left="5429" w:hanging="360"/>
      </w:pPr>
    </w:lvl>
    <w:lvl w:ilvl="8" w:tplc="0419001B">
      <w:start w:val="1"/>
      <w:numFmt w:val="lowerRoman"/>
      <w:lvlText w:val="%9."/>
      <w:lvlJc w:val="right"/>
      <w:pPr>
        <w:ind w:left="6149" w:hanging="180"/>
      </w:pPr>
    </w:lvl>
  </w:abstractNum>
  <w:abstractNum w:abstractNumId="9">
    <w:nsid w:val="1F663678"/>
    <w:multiLevelType w:val="hybridMultilevel"/>
    <w:tmpl w:val="F51AAD7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73C6638"/>
    <w:multiLevelType w:val="hybridMultilevel"/>
    <w:tmpl w:val="A3E64F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A12265B"/>
    <w:multiLevelType w:val="hybridMultilevel"/>
    <w:tmpl w:val="F2CE7DAE"/>
    <w:lvl w:ilvl="0" w:tplc="0419000B">
      <w:start w:val="1"/>
      <w:numFmt w:val="bullet"/>
      <w:lvlText w:val=""/>
      <w:lvlJc w:val="left"/>
      <w:pPr>
        <w:ind w:left="11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2">
    <w:nsid w:val="2C6F5FD1"/>
    <w:multiLevelType w:val="hybridMultilevel"/>
    <w:tmpl w:val="7E90D01A"/>
    <w:lvl w:ilvl="0" w:tplc="2660868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>
    <w:nsid w:val="2E25001B"/>
    <w:multiLevelType w:val="hybridMultilevel"/>
    <w:tmpl w:val="62780FD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556D9E"/>
    <w:multiLevelType w:val="hybridMultilevel"/>
    <w:tmpl w:val="053E88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F977C6"/>
    <w:multiLevelType w:val="hybridMultilevel"/>
    <w:tmpl w:val="3368AA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29B24FD"/>
    <w:multiLevelType w:val="hybridMultilevel"/>
    <w:tmpl w:val="2BD60F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5A047A"/>
    <w:multiLevelType w:val="hybridMultilevel"/>
    <w:tmpl w:val="B54A4E16"/>
    <w:lvl w:ilvl="0" w:tplc="ABD485C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1E72AFC"/>
    <w:multiLevelType w:val="hybridMultilevel"/>
    <w:tmpl w:val="D26C35CE"/>
    <w:lvl w:ilvl="0" w:tplc="041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630A317B"/>
    <w:multiLevelType w:val="hybridMultilevel"/>
    <w:tmpl w:val="126E4E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5EB36FB"/>
    <w:multiLevelType w:val="hybridMultilevel"/>
    <w:tmpl w:val="D9C4F4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8554D1E"/>
    <w:multiLevelType w:val="hybridMultilevel"/>
    <w:tmpl w:val="707E30A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98D1BBE"/>
    <w:multiLevelType w:val="hybridMultilevel"/>
    <w:tmpl w:val="A3EE856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BD485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83B49A3"/>
    <w:multiLevelType w:val="hybridMultilevel"/>
    <w:tmpl w:val="50B0E7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B1B0598"/>
    <w:multiLevelType w:val="hybridMultilevel"/>
    <w:tmpl w:val="A344DD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A664B4"/>
    <w:multiLevelType w:val="hybridMultilevel"/>
    <w:tmpl w:val="551A4E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2"/>
  </w:num>
  <w:num w:numId="3">
    <w:abstractNumId w:val="1"/>
  </w:num>
  <w:num w:numId="4">
    <w:abstractNumId w:val="14"/>
  </w:num>
  <w:num w:numId="5">
    <w:abstractNumId w:val="4"/>
  </w:num>
  <w:num w:numId="6">
    <w:abstractNumId w:val="20"/>
  </w:num>
  <w:num w:numId="7">
    <w:abstractNumId w:val="25"/>
  </w:num>
  <w:num w:numId="8">
    <w:abstractNumId w:val="24"/>
  </w:num>
  <w:num w:numId="9">
    <w:abstractNumId w:val="7"/>
  </w:num>
  <w:num w:numId="10">
    <w:abstractNumId w:val="11"/>
  </w:num>
  <w:num w:numId="11">
    <w:abstractNumId w:val="5"/>
  </w:num>
  <w:num w:numId="12">
    <w:abstractNumId w:val="19"/>
  </w:num>
  <w:num w:numId="13">
    <w:abstractNumId w:val="23"/>
  </w:num>
  <w:num w:numId="14">
    <w:abstractNumId w:val="2"/>
  </w:num>
  <w:num w:numId="15">
    <w:abstractNumId w:val="13"/>
  </w:num>
  <w:num w:numId="16">
    <w:abstractNumId w:val="6"/>
  </w:num>
  <w:num w:numId="17">
    <w:abstractNumId w:val="16"/>
  </w:num>
  <w:num w:numId="18">
    <w:abstractNumId w:val="15"/>
  </w:num>
  <w:num w:numId="19">
    <w:abstractNumId w:val="22"/>
  </w:num>
  <w:num w:numId="20">
    <w:abstractNumId w:val="17"/>
  </w:num>
  <w:num w:numId="21">
    <w:abstractNumId w:val="10"/>
  </w:num>
  <w:num w:numId="22">
    <w:abstractNumId w:val="21"/>
  </w:num>
  <w:num w:numId="23">
    <w:abstractNumId w:val="9"/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1EC5"/>
    <w:rsid w:val="000152D6"/>
    <w:rsid w:val="00060F52"/>
    <w:rsid w:val="000A0F8D"/>
    <w:rsid w:val="000B15B5"/>
    <w:rsid w:val="000F0434"/>
    <w:rsid w:val="00120545"/>
    <w:rsid w:val="00122577"/>
    <w:rsid w:val="0014155C"/>
    <w:rsid w:val="00173E5D"/>
    <w:rsid w:val="00177D67"/>
    <w:rsid w:val="00181B13"/>
    <w:rsid w:val="0019165B"/>
    <w:rsid w:val="001C3DFE"/>
    <w:rsid w:val="001C475A"/>
    <w:rsid w:val="001D1C12"/>
    <w:rsid w:val="001D69BB"/>
    <w:rsid w:val="00215B70"/>
    <w:rsid w:val="00232BCD"/>
    <w:rsid w:val="00266D73"/>
    <w:rsid w:val="00277343"/>
    <w:rsid w:val="00286FFE"/>
    <w:rsid w:val="002B1970"/>
    <w:rsid w:val="002B73C5"/>
    <w:rsid w:val="002C5571"/>
    <w:rsid w:val="002F3917"/>
    <w:rsid w:val="00304339"/>
    <w:rsid w:val="003345D4"/>
    <w:rsid w:val="003910FB"/>
    <w:rsid w:val="003B1EC5"/>
    <w:rsid w:val="003B4EAF"/>
    <w:rsid w:val="003E312B"/>
    <w:rsid w:val="003E662B"/>
    <w:rsid w:val="00437782"/>
    <w:rsid w:val="00471702"/>
    <w:rsid w:val="004A38DD"/>
    <w:rsid w:val="004A5D5D"/>
    <w:rsid w:val="004B3DB9"/>
    <w:rsid w:val="004C481F"/>
    <w:rsid w:val="00531CA8"/>
    <w:rsid w:val="00540ED3"/>
    <w:rsid w:val="00555C66"/>
    <w:rsid w:val="00575753"/>
    <w:rsid w:val="0058039D"/>
    <w:rsid w:val="005A73BE"/>
    <w:rsid w:val="005B6A64"/>
    <w:rsid w:val="005C6353"/>
    <w:rsid w:val="00613CDF"/>
    <w:rsid w:val="00652134"/>
    <w:rsid w:val="00666ECD"/>
    <w:rsid w:val="00667DFE"/>
    <w:rsid w:val="00677FDF"/>
    <w:rsid w:val="006851E5"/>
    <w:rsid w:val="006B168D"/>
    <w:rsid w:val="006B69DD"/>
    <w:rsid w:val="006C0D05"/>
    <w:rsid w:val="006C19C1"/>
    <w:rsid w:val="006D3DF4"/>
    <w:rsid w:val="006E5071"/>
    <w:rsid w:val="006E7D5B"/>
    <w:rsid w:val="0073598C"/>
    <w:rsid w:val="00743ED8"/>
    <w:rsid w:val="0077556B"/>
    <w:rsid w:val="00796B94"/>
    <w:rsid w:val="007A6122"/>
    <w:rsid w:val="007D1162"/>
    <w:rsid w:val="007D1E8D"/>
    <w:rsid w:val="007F3C79"/>
    <w:rsid w:val="007F64D0"/>
    <w:rsid w:val="0081043C"/>
    <w:rsid w:val="0082226D"/>
    <w:rsid w:val="00831148"/>
    <w:rsid w:val="008321AE"/>
    <w:rsid w:val="00837235"/>
    <w:rsid w:val="0087190F"/>
    <w:rsid w:val="008719E9"/>
    <w:rsid w:val="0088191A"/>
    <w:rsid w:val="008B14EF"/>
    <w:rsid w:val="008C3109"/>
    <w:rsid w:val="00924F84"/>
    <w:rsid w:val="009329AE"/>
    <w:rsid w:val="00942A63"/>
    <w:rsid w:val="009508DB"/>
    <w:rsid w:val="00955077"/>
    <w:rsid w:val="00963625"/>
    <w:rsid w:val="009834E6"/>
    <w:rsid w:val="009C3869"/>
    <w:rsid w:val="009C5660"/>
    <w:rsid w:val="009D5C63"/>
    <w:rsid w:val="00A65E2E"/>
    <w:rsid w:val="00A77726"/>
    <w:rsid w:val="00A8555F"/>
    <w:rsid w:val="00A96B43"/>
    <w:rsid w:val="00A96C42"/>
    <w:rsid w:val="00AA03E3"/>
    <w:rsid w:val="00AC5678"/>
    <w:rsid w:val="00AD1A38"/>
    <w:rsid w:val="00AF042B"/>
    <w:rsid w:val="00B51DA6"/>
    <w:rsid w:val="00BA300B"/>
    <w:rsid w:val="00BC35CC"/>
    <w:rsid w:val="00BC36DA"/>
    <w:rsid w:val="00BD3B1A"/>
    <w:rsid w:val="00BF2479"/>
    <w:rsid w:val="00BF2F68"/>
    <w:rsid w:val="00C12ADF"/>
    <w:rsid w:val="00C65C7A"/>
    <w:rsid w:val="00C7047E"/>
    <w:rsid w:val="00C72F26"/>
    <w:rsid w:val="00C73468"/>
    <w:rsid w:val="00CD031A"/>
    <w:rsid w:val="00CD6A27"/>
    <w:rsid w:val="00CF0D63"/>
    <w:rsid w:val="00CF34C5"/>
    <w:rsid w:val="00CF7B17"/>
    <w:rsid w:val="00D02036"/>
    <w:rsid w:val="00D116B6"/>
    <w:rsid w:val="00D162A2"/>
    <w:rsid w:val="00D166D8"/>
    <w:rsid w:val="00D53520"/>
    <w:rsid w:val="00D77514"/>
    <w:rsid w:val="00DE0975"/>
    <w:rsid w:val="00E308F4"/>
    <w:rsid w:val="00E33D60"/>
    <w:rsid w:val="00E555A4"/>
    <w:rsid w:val="00E5793B"/>
    <w:rsid w:val="00E71777"/>
    <w:rsid w:val="00EC3148"/>
    <w:rsid w:val="00EC5744"/>
    <w:rsid w:val="00F05675"/>
    <w:rsid w:val="00F06091"/>
    <w:rsid w:val="00F305D2"/>
    <w:rsid w:val="00F33BBB"/>
    <w:rsid w:val="00F86F05"/>
    <w:rsid w:val="00F91708"/>
    <w:rsid w:val="00FA1F0F"/>
    <w:rsid w:val="00FB13A6"/>
    <w:rsid w:val="00FC2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EC5"/>
    <w:pPr>
      <w:widowControl w:val="0"/>
    </w:pPr>
    <w:rPr>
      <w:rFonts w:ascii="Calibri" w:eastAsia="Times New Roman" w:hAnsi="Calibri" w:cs="Arial"/>
      <w:noProof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1EC5"/>
    <w:pPr>
      <w:widowControl/>
      <w:ind w:left="720"/>
      <w:contextualSpacing/>
    </w:pPr>
    <w:rPr>
      <w:rFonts w:asciiTheme="minorHAnsi" w:eastAsiaTheme="minorHAnsi" w:hAnsiTheme="minorHAnsi" w:cstheme="minorBidi"/>
      <w:noProof w:val="0"/>
      <w:szCs w:val="22"/>
      <w:lang w:val="ru-RU"/>
    </w:rPr>
  </w:style>
  <w:style w:type="paragraph" w:styleId="a4">
    <w:name w:val="No Spacing"/>
    <w:link w:val="a5"/>
    <w:uiPriority w:val="1"/>
    <w:qFormat/>
    <w:rsid w:val="003B1EC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4">
    <w:name w:val="Основной текст (4)_"/>
    <w:link w:val="40"/>
    <w:rsid w:val="003B1EC5"/>
    <w:rPr>
      <w:b/>
      <w:bCs/>
      <w:sz w:val="27"/>
      <w:szCs w:val="2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3B1EC5"/>
    <w:pPr>
      <w:shd w:val="clear" w:color="auto" w:fill="FFFFFF"/>
      <w:spacing w:after="300" w:line="0" w:lineRule="atLeast"/>
      <w:jc w:val="center"/>
    </w:pPr>
    <w:rPr>
      <w:rFonts w:asciiTheme="minorHAnsi" w:eastAsiaTheme="minorHAnsi" w:hAnsiTheme="minorHAnsi" w:cstheme="minorBidi"/>
      <w:b/>
      <w:bCs/>
      <w:noProof w:val="0"/>
      <w:sz w:val="27"/>
      <w:szCs w:val="27"/>
      <w:lang w:val="ru-RU"/>
    </w:rPr>
  </w:style>
  <w:style w:type="character" w:customStyle="1" w:styleId="a5">
    <w:name w:val="Без интервала Знак"/>
    <w:basedOn w:val="a0"/>
    <w:link w:val="a4"/>
    <w:uiPriority w:val="1"/>
    <w:locked/>
    <w:rsid w:val="003B1EC5"/>
    <w:rPr>
      <w:rFonts w:ascii="Calibri" w:eastAsia="Calibri" w:hAnsi="Calibri" w:cs="Times New Roman"/>
    </w:rPr>
  </w:style>
  <w:style w:type="paragraph" w:styleId="a6">
    <w:name w:val="Normal (Web)"/>
    <w:basedOn w:val="a"/>
    <w:unhideWhenUsed/>
    <w:rsid w:val="00A96B43"/>
    <w:pPr>
      <w:widowControl/>
      <w:spacing w:before="100" w:beforeAutospacing="1" w:after="100" w:afterAutospacing="1" w:line="240" w:lineRule="auto"/>
    </w:pPr>
    <w:rPr>
      <w:rFonts w:ascii="Times New Roman" w:hAnsi="Times New Roman" w:cs="Times New Roman"/>
      <w:noProof w:val="0"/>
      <w:sz w:val="24"/>
      <w:szCs w:val="24"/>
      <w:lang w:val="ru-RU" w:eastAsia="ru-RU"/>
    </w:rPr>
  </w:style>
  <w:style w:type="paragraph" w:customStyle="1" w:styleId="1">
    <w:name w:val="Абзац списка1"/>
    <w:basedOn w:val="a"/>
    <w:rsid w:val="00613CDF"/>
    <w:pPr>
      <w:widowControl/>
      <w:ind w:left="720"/>
      <w:contextualSpacing/>
    </w:pPr>
    <w:rPr>
      <w:rFonts w:cs="Times New Roman"/>
      <w:noProof w:val="0"/>
      <w:szCs w:val="22"/>
      <w:lang w:val="ru-RU"/>
    </w:rPr>
  </w:style>
  <w:style w:type="paragraph" w:styleId="a7">
    <w:name w:val="Body Text"/>
    <w:basedOn w:val="a"/>
    <w:link w:val="a8"/>
    <w:rsid w:val="00613CDF"/>
    <w:pPr>
      <w:widowControl/>
      <w:spacing w:after="0" w:line="240" w:lineRule="auto"/>
      <w:jc w:val="both"/>
    </w:pPr>
    <w:rPr>
      <w:rFonts w:ascii="Times New Roman" w:hAnsi="Times New Roman" w:cs="Times New Roman"/>
      <w:noProof w:val="0"/>
      <w:sz w:val="28"/>
      <w:szCs w:val="24"/>
      <w:lang w:val="ru-RU" w:eastAsia="ru-RU"/>
    </w:rPr>
  </w:style>
  <w:style w:type="character" w:customStyle="1" w:styleId="a8">
    <w:name w:val="Основной текст Знак"/>
    <w:basedOn w:val="a0"/>
    <w:link w:val="a7"/>
    <w:rsid w:val="00613CDF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9">
    <w:name w:val="Table Grid"/>
    <w:basedOn w:val="a1"/>
    <w:uiPriority w:val="59"/>
    <w:rsid w:val="003E66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">
    <w:name w:val="style4"/>
    <w:basedOn w:val="a"/>
    <w:rsid w:val="0077556B"/>
    <w:pPr>
      <w:widowControl/>
      <w:spacing w:before="100" w:beforeAutospacing="1" w:after="100" w:afterAutospacing="1" w:line="240" w:lineRule="auto"/>
    </w:pPr>
    <w:rPr>
      <w:rFonts w:ascii="Times New Roman" w:hAnsi="Times New Roman" w:cs="Times New Roman"/>
      <w:noProof w:val="0"/>
      <w:sz w:val="24"/>
      <w:szCs w:val="24"/>
      <w:lang w:val="ru-RU" w:eastAsia="ru-RU"/>
    </w:rPr>
  </w:style>
  <w:style w:type="paragraph" w:styleId="aa">
    <w:name w:val="header"/>
    <w:basedOn w:val="a"/>
    <w:link w:val="ab"/>
    <w:uiPriority w:val="99"/>
    <w:semiHidden/>
    <w:unhideWhenUsed/>
    <w:rsid w:val="00743E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743ED8"/>
    <w:rPr>
      <w:rFonts w:ascii="Calibri" w:eastAsia="Times New Roman" w:hAnsi="Calibri" w:cs="Arial"/>
      <w:noProof/>
      <w:szCs w:val="20"/>
      <w:lang w:val="en-US"/>
    </w:rPr>
  </w:style>
  <w:style w:type="paragraph" w:styleId="ac">
    <w:name w:val="footer"/>
    <w:basedOn w:val="a"/>
    <w:link w:val="ad"/>
    <w:uiPriority w:val="99"/>
    <w:unhideWhenUsed/>
    <w:rsid w:val="00743E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743ED8"/>
    <w:rPr>
      <w:rFonts w:ascii="Calibri" w:eastAsia="Times New Roman" w:hAnsi="Calibri" w:cs="Arial"/>
      <w:noProof/>
      <w:szCs w:val="20"/>
      <w:lang w:val="en-US"/>
    </w:rPr>
  </w:style>
  <w:style w:type="paragraph" w:customStyle="1" w:styleId="ae">
    <w:name w:val="Содержимое таблицы"/>
    <w:basedOn w:val="a"/>
    <w:rsid w:val="00BC35CC"/>
    <w:pPr>
      <w:widowControl/>
      <w:suppressLineNumbers/>
      <w:suppressAutoHyphens/>
    </w:pPr>
    <w:rPr>
      <w:rFonts w:cs="Calibri"/>
      <w:noProof w:val="0"/>
      <w:szCs w:val="22"/>
      <w:lang w:val="ru-RU" w:eastAsia="ar-SA"/>
    </w:rPr>
  </w:style>
  <w:style w:type="paragraph" w:styleId="af">
    <w:name w:val="Balloon Text"/>
    <w:basedOn w:val="a"/>
    <w:link w:val="af0"/>
    <w:uiPriority w:val="99"/>
    <w:semiHidden/>
    <w:unhideWhenUsed/>
    <w:rsid w:val="00FB13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B13A6"/>
    <w:rPr>
      <w:rFonts w:ascii="Tahoma" w:eastAsia="Times New Roman" w:hAnsi="Tahoma" w:cs="Tahoma"/>
      <w:noProof/>
      <w:sz w:val="16"/>
      <w:szCs w:val="16"/>
      <w:lang w:val="en-US"/>
    </w:rPr>
  </w:style>
  <w:style w:type="paragraph" w:customStyle="1" w:styleId="Default">
    <w:name w:val="Default"/>
    <w:rsid w:val="008719E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unhideWhenUsed/>
    <w:rsid w:val="00F305D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F305D2"/>
    <w:rPr>
      <w:rFonts w:ascii="Calibri" w:eastAsia="Times New Roman" w:hAnsi="Calibri" w:cs="Arial"/>
      <w:noProof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7FC99B-373C-4630-9F13-87299590D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1064</Words>
  <Characters>6067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Пк</cp:lastModifiedBy>
  <cp:revision>8</cp:revision>
  <cp:lastPrinted>2018-09-16T12:51:00Z</cp:lastPrinted>
  <dcterms:created xsi:type="dcterms:W3CDTF">2020-09-13T12:56:00Z</dcterms:created>
  <dcterms:modified xsi:type="dcterms:W3CDTF">2024-11-12T18:57:00Z</dcterms:modified>
</cp:coreProperties>
</file>